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1348830644"/>
        <w:lock w:val="sdtLocked"/>
        <w:placeholder>
          <w:docPart w:val="5B0000DEF38847F690D20867D164C797"/>
        </w:placeholder>
      </w:sdtPr>
      <w:sdtContent>
        <w:sdt>
          <w:sdtPr>
            <w:id w:val="-521172493"/>
            <w:placeholder>
              <w:docPart w:val="67352D92CA4045E393AA8141D90F8DC1"/>
            </w:placeholder>
          </w:sdtPr>
          <w:sdtContent>
            <w:p w14:paraId="30DD43E2" w14:textId="56BAB760" w:rsidR="00EF36A5" w:rsidRPr="00DA370D" w:rsidRDefault="00DA370D" w:rsidP="0059361A">
              <w:pPr>
                <w:pStyle w:val="Titre"/>
                <w:jc w:val="both"/>
                <w:rPr>
                  <w:rFonts w:asciiTheme="minorHAnsi" w:hAnsiTheme="minorHAnsi"/>
                  <w:b w:val="0"/>
                  <w:caps w:val="0"/>
                  <w:color w:val="0D0D0D" w:themeColor="text1" w:themeTint="F2"/>
                  <w:sz w:val="24"/>
                </w:rPr>
              </w:pPr>
              <w:proofErr w:type="gramStart"/>
              <w:r w:rsidRPr="00DA370D">
                <w:t>Meeting</w:t>
              </w:r>
              <w:proofErr w:type="gramEnd"/>
              <w:r w:rsidRPr="00DA370D">
                <w:t xml:space="preserve"> de chalon sur saone </w:t>
              </w:r>
            </w:p>
          </w:sdtContent>
        </w:sdt>
      </w:sdtContent>
    </w:sdt>
    <w:sdt>
      <w:sdtPr>
        <w:rPr>
          <w:rFonts w:asciiTheme="minorHAnsi" w:hAnsiTheme="minorHAnsi"/>
          <w:bCs/>
          <w:lang w:bidi="fr-FR"/>
        </w:rPr>
        <w:id w:val="1541785077"/>
        <w:lock w:val="sdtLocked"/>
        <w:placeholder>
          <w:docPart w:val="DefaultPlaceholder_-1854013440"/>
        </w:placeholder>
      </w:sdtPr>
      <w:sdtContent>
        <w:p w14:paraId="33821131" w14:textId="0338BAEA" w:rsidR="00EF36A5" w:rsidRPr="00DA370D" w:rsidRDefault="00DA370D" w:rsidP="0059361A">
          <w:pPr>
            <w:pStyle w:val="Titre"/>
            <w:jc w:val="both"/>
          </w:pPr>
          <w:r>
            <w:rPr>
              <w:rFonts w:asciiTheme="minorHAnsi" w:hAnsiTheme="minorHAnsi"/>
              <w:bCs/>
              <w:lang w:bidi="fr-FR"/>
            </w:rPr>
            <w:tab/>
          </w:r>
        </w:p>
      </w:sdtContent>
    </w:sdt>
    <w:p w14:paraId="71DDE49A" w14:textId="77777777" w:rsidR="00FC2580" w:rsidRPr="00DA370D" w:rsidRDefault="00EF36A5" w:rsidP="00DA370D">
      <w:pPr>
        <w:pStyle w:val="Titre1"/>
        <w:spacing w:before="100" w:beforeAutospacing="1" w:after="100" w:afterAutospacing="1" w:line="240" w:lineRule="auto"/>
        <w:jc w:val="both"/>
        <w:rPr>
          <w:rFonts w:asciiTheme="minorHAnsi" w:hAnsiTheme="minorHAnsi"/>
          <w:color w:val="BC0930"/>
          <w:u w:val="single"/>
          <w:lang w:bidi="fr-FR"/>
        </w:rPr>
      </w:pPr>
      <w:r w:rsidRPr="00DA370D">
        <w:rPr>
          <w:rFonts w:asciiTheme="minorHAnsi" w:hAnsiTheme="minorHAnsi"/>
          <w:color w:val="BC0930"/>
          <w:u w:val="single"/>
          <w:lang w:bidi="fr-FR"/>
        </w:rPr>
        <w:t>Date</w:t>
      </w:r>
    </w:p>
    <w:p w14:paraId="13099DD2" w14:textId="5DC91B53" w:rsidR="00EF36A5" w:rsidRPr="00DA370D" w:rsidRDefault="00DA370D" w:rsidP="00FC2580">
      <w:pPr>
        <w:pStyle w:val="Titre1"/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asciiTheme="minorHAnsi" w:hAnsiTheme="minorHAnsi" w:cs="Tahoma"/>
          <w:sz w:val="24"/>
          <w:szCs w:val="24"/>
        </w:rPr>
      </w:pPr>
      <w:r w:rsidRPr="00DA370D">
        <w:rPr>
          <w:rFonts w:asciiTheme="minorHAnsi" w:hAnsiTheme="minorHAnsi" w:cs="Tahoma"/>
          <w:sz w:val="24"/>
          <w:szCs w:val="24"/>
        </w:rPr>
        <w:t xml:space="preserve">Du jeudi 3 au dimanche 6 avril 2025 </w:t>
      </w:r>
    </w:p>
    <w:p w14:paraId="72F83463" w14:textId="53939F0E" w:rsidR="00CA6B4F" w:rsidRPr="009F50B6" w:rsidRDefault="009F50B6" w:rsidP="009F50B6">
      <w:pPr>
        <w:pStyle w:val="Titre1"/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asciiTheme="minorHAnsi" w:hAnsiTheme="minorHAnsi"/>
          <w:color w:val="BC0930"/>
          <w:lang w:bidi="fr-FR"/>
        </w:rPr>
      </w:pPr>
      <w:r w:rsidRPr="009F50B6">
        <w:rPr>
          <w:rFonts w:asciiTheme="minorHAnsi" w:hAnsiTheme="minorHAnsi"/>
          <w:color w:val="BC0930"/>
          <w:lang w:bidi="fr-FR"/>
        </w:rPr>
        <w:t>En présence de</w:t>
      </w:r>
    </w:p>
    <w:sdt>
      <w:sdtPr>
        <w:rPr>
          <w:rFonts w:cs="Tahoma"/>
          <w:color w:val="3B3838" w:themeColor="background2" w:themeShade="40"/>
          <w:szCs w:val="24"/>
        </w:rPr>
        <w:id w:val="-1521624168"/>
        <w:placeholder>
          <w:docPart w:val="DefaultPlaceholder_-1854013440"/>
        </w:placeholder>
      </w:sdtPr>
      <w:sdtEndPr>
        <w:rPr>
          <w:color w:val="808080" w:themeColor="background1" w:themeShade="80"/>
        </w:rPr>
      </w:sdtEndPr>
      <w:sdtContent>
        <w:p w14:paraId="36FEB586" w14:textId="4CA393A3" w:rsidR="00CA6B4F" w:rsidRPr="00BC6499" w:rsidRDefault="002F677E" w:rsidP="0059361A">
          <w:pPr>
            <w:spacing w:before="100" w:beforeAutospacing="1" w:after="100" w:afterAutospacing="1" w:line="240" w:lineRule="auto"/>
            <w:jc w:val="both"/>
            <w:rPr>
              <w:color w:val="808080" w:themeColor="background1" w:themeShade="80"/>
              <w:sz w:val="22"/>
              <w:szCs w:val="18"/>
              <w:lang w:val="fr-CH"/>
            </w:rPr>
          </w:pPr>
          <w:r>
            <w:rPr>
              <w:rFonts w:cs="Tahoma"/>
              <w:color w:val="3B3838" w:themeColor="background2" w:themeShade="40"/>
              <w:szCs w:val="24"/>
            </w:rPr>
            <w:t xml:space="preserve"> </w:t>
          </w:r>
          <w:r w:rsidR="00684629">
            <w:rPr>
              <w:rFonts w:cs="Tahoma"/>
              <w:color w:val="3B3838" w:themeColor="background2" w:themeShade="40"/>
              <w:szCs w:val="24"/>
              <w:lang w:val="fr-CH"/>
            </w:rPr>
            <w:t>Stéphane Gusse</w:t>
          </w:r>
        </w:p>
      </w:sdtContent>
    </w:sdt>
    <w:p w14:paraId="64869D62" w14:textId="77777777" w:rsidR="00CA6B4F" w:rsidRPr="001C2442" w:rsidRDefault="000039B2" w:rsidP="0059361A">
      <w:pPr>
        <w:pStyle w:val="Titre1"/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asciiTheme="minorHAnsi" w:hAnsiTheme="minorHAnsi"/>
          <w:color w:val="BC0930"/>
          <w:u w:val="single"/>
        </w:rPr>
      </w:pPr>
      <w:r w:rsidRPr="001C2442">
        <w:rPr>
          <w:rFonts w:asciiTheme="minorHAnsi" w:hAnsiTheme="minorHAnsi"/>
          <w:color w:val="BC0930"/>
          <w:u w:val="single"/>
        </w:rPr>
        <w:t xml:space="preserve">Bassin </w:t>
      </w:r>
    </w:p>
    <w:p w14:paraId="7EA27B09" w14:textId="2FF7460A" w:rsidR="00FC2580" w:rsidRPr="00A51477" w:rsidRDefault="00A51477" w:rsidP="00FC2580">
      <w:pPr>
        <w:keepNext/>
        <w:keepLines/>
        <w:pBdr>
          <w:bottom w:val="single" w:sz="4" w:space="1" w:color="auto"/>
        </w:pBdr>
        <w:spacing w:before="100" w:beforeAutospacing="1" w:after="100" w:afterAutospacing="1" w:line="240" w:lineRule="auto"/>
        <w:jc w:val="both"/>
        <w:outlineLvl w:val="0"/>
        <w:rPr>
          <w:rFonts w:eastAsiaTheme="majorEastAsia" w:cstheme="majorBidi"/>
          <w:color w:val="auto"/>
          <w:szCs w:val="24"/>
          <w:lang w:bidi="fr-FR"/>
        </w:rPr>
      </w:pPr>
      <w:r w:rsidRPr="00A51477">
        <w:rPr>
          <w:rFonts w:eastAsiaTheme="majorEastAsia" w:cstheme="majorBidi"/>
          <w:color w:val="auto"/>
          <w:szCs w:val="24"/>
          <w:lang w:bidi="fr-FR"/>
        </w:rPr>
        <w:t xml:space="preserve">Espace nautique du grand Chalon Bassin de 8 lignes 50 m </w:t>
      </w:r>
    </w:p>
    <w:p w14:paraId="138C85D9" w14:textId="77777777" w:rsidR="00DA370D" w:rsidRDefault="00A51477" w:rsidP="00FC2580">
      <w:pPr>
        <w:keepNext/>
        <w:keepLines/>
        <w:pBdr>
          <w:bottom w:val="single" w:sz="4" w:space="1" w:color="auto"/>
        </w:pBdr>
        <w:spacing w:before="100" w:beforeAutospacing="1" w:after="100" w:afterAutospacing="1" w:line="240" w:lineRule="auto"/>
        <w:jc w:val="both"/>
        <w:outlineLvl w:val="0"/>
        <w:rPr>
          <w:rFonts w:eastAsiaTheme="majorEastAsia" w:cstheme="majorBidi"/>
          <w:color w:val="auto"/>
          <w:szCs w:val="24"/>
          <w:lang w:bidi="fr-FR"/>
        </w:rPr>
      </w:pPr>
      <w:r w:rsidRPr="00A51477">
        <w:rPr>
          <w:rFonts w:eastAsiaTheme="majorEastAsia" w:cstheme="majorBidi"/>
          <w:color w:val="auto"/>
          <w:szCs w:val="24"/>
          <w:lang w:bidi="fr-FR"/>
        </w:rPr>
        <w:t>40 rue Amsterdam</w:t>
      </w:r>
      <w:r w:rsidR="00DA370D">
        <w:rPr>
          <w:rFonts w:eastAsiaTheme="majorEastAsia" w:cstheme="majorBidi"/>
          <w:color w:val="auto"/>
          <w:szCs w:val="24"/>
          <w:lang w:bidi="fr-FR"/>
        </w:rPr>
        <w:t xml:space="preserve"> </w:t>
      </w:r>
    </w:p>
    <w:p w14:paraId="60F4F177" w14:textId="72C53B9A" w:rsidR="00A51477" w:rsidRPr="00A51477" w:rsidRDefault="00A51477" w:rsidP="00FC2580">
      <w:pPr>
        <w:keepNext/>
        <w:keepLines/>
        <w:pBdr>
          <w:bottom w:val="single" w:sz="4" w:space="1" w:color="auto"/>
        </w:pBdr>
        <w:spacing w:before="100" w:beforeAutospacing="1" w:after="100" w:afterAutospacing="1" w:line="240" w:lineRule="auto"/>
        <w:jc w:val="both"/>
        <w:outlineLvl w:val="0"/>
        <w:rPr>
          <w:rFonts w:eastAsiaTheme="majorEastAsia" w:cstheme="majorBidi"/>
          <w:color w:val="auto"/>
          <w:szCs w:val="24"/>
          <w:lang w:bidi="fr-FR"/>
        </w:rPr>
      </w:pPr>
      <w:r w:rsidRPr="00A51477">
        <w:rPr>
          <w:rFonts w:eastAsiaTheme="majorEastAsia" w:cstheme="majorBidi"/>
          <w:color w:val="auto"/>
          <w:szCs w:val="24"/>
          <w:lang w:bidi="fr-FR"/>
        </w:rPr>
        <w:t>71100 Chalon sur Saône</w:t>
      </w:r>
    </w:p>
    <w:p w14:paraId="02E378AF" w14:textId="6E00B8EE" w:rsidR="00A51477" w:rsidRPr="00A51477" w:rsidRDefault="00A51477" w:rsidP="00FC2580">
      <w:pPr>
        <w:keepNext/>
        <w:keepLines/>
        <w:pBdr>
          <w:bottom w:val="single" w:sz="4" w:space="1" w:color="auto"/>
        </w:pBdr>
        <w:spacing w:before="100" w:beforeAutospacing="1" w:after="100" w:afterAutospacing="1" w:line="240" w:lineRule="auto"/>
        <w:jc w:val="both"/>
        <w:outlineLvl w:val="0"/>
        <w:rPr>
          <w:rFonts w:eastAsiaTheme="majorEastAsia" w:cstheme="majorBidi"/>
          <w:color w:val="auto"/>
          <w:szCs w:val="24"/>
          <w:lang w:bidi="fr-FR"/>
        </w:rPr>
      </w:pPr>
      <w:r w:rsidRPr="00A51477">
        <w:rPr>
          <w:rFonts w:eastAsiaTheme="majorEastAsia" w:cstheme="majorBidi"/>
          <w:color w:val="auto"/>
          <w:szCs w:val="24"/>
          <w:lang w:bidi="fr-FR"/>
        </w:rPr>
        <w:t xml:space="preserve">Bassin de </w:t>
      </w:r>
      <w:r w:rsidR="00002443" w:rsidRPr="00A51477">
        <w:rPr>
          <w:rFonts w:eastAsiaTheme="majorEastAsia" w:cstheme="majorBidi"/>
          <w:color w:val="auto"/>
          <w:szCs w:val="24"/>
          <w:lang w:bidi="fr-FR"/>
        </w:rPr>
        <w:t>récup</w:t>
      </w:r>
      <w:r w:rsidR="00002443">
        <w:rPr>
          <w:rFonts w:eastAsiaTheme="majorEastAsia" w:cstheme="majorBidi"/>
          <w:color w:val="auto"/>
          <w:szCs w:val="24"/>
          <w:lang w:bidi="fr-FR"/>
        </w:rPr>
        <w:t>ération</w:t>
      </w:r>
      <w:r w:rsidRPr="00A51477">
        <w:rPr>
          <w:rFonts w:eastAsiaTheme="majorEastAsia" w:cstheme="majorBidi"/>
          <w:color w:val="auto"/>
          <w:szCs w:val="24"/>
          <w:lang w:bidi="fr-FR"/>
        </w:rPr>
        <w:t xml:space="preserve"> 6 lignes </w:t>
      </w:r>
      <w:r w:rsidR="00002443">
        <w:rPr>
          <w:rFonts w:eastAsiaTheme="majorEastAsia" w:cstheme="majorBidi"/>
          <w:color w:val="auto"/>
          <w:szCs w:val="24"/>
          <w:lang w:bidi="fr-FR"/>
        </w:rPr>
        <w:t xml:space="preserve">en bassin </w:t>
      </w:r>
      <w:r w:rsidR="001C2442">
        <w:rPr>
          <w:rFonts w:eastAsiaTheme="majorEastAsia" w:cstheme="majorBidi"/>
          <w:color w:val="auto"/>
          <w:szCs w:val="24"/>
          <w:lang w:bidi="fr-FR"/>
        </w:rPr>
        <w:t xml:space="preserve">de </w:t>
      </w:r>
      <w:r w:rsidR="001C2442" w:rsidRPr="00A51477">
        <w:rPr>
          <w:rFonts w:eastAsiaTheme="majorEastAsia" w:cstheme="majorBidi"/>
          <w:color w:val="auto"/>
          <w:szCs w:val="24"/>
          <w:lang w:bidi="fr-FR"/>
        </w:rPr>
        <w:t>25</w:t>
      </w:r>
      <w:r w:rsidRPr="00A51477">
        <w:rPr>
          <w:rFonts w:eastAsiaTheme="majorEastAsia" w:cstheme="majorBidi"/>
          <w:color w:val="auto"/>
          <w:szCs w:val="24"/>
          <w:lang w:bidi="fr-FR"/>
        </w:rPr>
        <w:t xml:space="preserve"> m</w:t>
      </w:r>
      <w:r w:rsidR="00002443">
        <w:rPr>
          <w:rFonts w:eastAsiaTheme="majorEastAsia" w:cstheme="majorBidi"/>
          <w:color w:val="auto"/>
          <w:szCs w:val="24"/>
          <w:lang w:bidi="fr-FR"/>
        </w:rPr>
        <w:t>ètres</w:t>
      </w:r>
    </w:p>
    <w:p w14:paraId="658FB253" w14:textId="244A5B81" w:rsidR="00134E81" w:rsidRPr="001C2442" w:rsidRDefault="000039B2" w:rsidP="006A7D1E">
      <w:pPr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eastAsiaTheme="majorEastAsia" w:cstheme="majorBidi"/>
          <w:color w:val="BC0930"/>
          <w:sz w:val="30"/>
          <w:szCs w:val="30"/>
          <w:u w:val="single"/>
        </w:rPr>
      </w:pPr>
      <w:r w:rsidRPr="001C2442">
        <w:rPr>
          <w:rFonts w:eastAsiaTheme="majorEastAsia" w:cstheme="majorBidi"/>
          <w:color w:val="BC0930"/>
          <w:sz w:val="30"/>
          <w:szCs w:val="30"/>
          <w:u w:val="single"/>
        </w:rPr>
        <w:t>Déplacement / Horaires</w:t>
      </w:r>
    </w:p>
    <w:p w14:paraId="04444991" w14:textId="663D0227" w:rsidR="00EC30EA" w:rsidRPr="001C2442" w:rsidRDefault="00A51477" w:rsidP="006A7D1E">
      <w:pPr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eastAsiaTheme="majorEastAsia" w:cstheme="majorBidi"/>
          <w:color w:val="auto"/>
          <w:szCs w:val="24"/>
        </w:rPr>
      </w:pPr>
      <w:r w:rsidRPr="001C2442">
        <w:rPr>
          <w:rFonts w:eastAsiaTheme="majorEastAsia" w:cstheme="majorBidi"/>
          <w:color w:val="auto"/>
          <w:szCs w:val="24"/>
        </w:rPr>
        <w:t xml:space="preserve">Départ </w:t>
      </w:r>
      <w:r w:rsidR="00002443" w:rsidRPr="001C2442">
        <w:rPr>
          <w:rFonts w:eastAsiaTheme="majorEastAsia" w:cstheme="majorBidi"/>
          <w:color w:val="auto"/>
          <w:szCs w:val="24"/>
        </w:rPr>
        <w:t xml:space="preserve">en </w:t>
      </w:r>
      <w:r w:rsidRPr="001C2442">
        <w:rPr>
          <w:rFonts w:eastAsiaTheme="majorEastAsia" w:cstheme="majorBidi"/>
          <w:color w:val="auto"/>
          <w:szCs w:val="24"/>
        </w:rPr>
        <w:t>minibus</w:t>
      </w:r>
      <w:r w:rsidR="00002443" w:rsidRPr="001C2442">
        <w:rPr>
          <w:rFonts w:eastAsiaTheme="majorEastAsia" w:cstheme="majorBidi"/>
          <w:color w:val="auto"/>
          <w:szCs w:val="24"/>
        </w:rPr>
        <w:t xml:space="preserve"> du</w:t>
      </w:r>
      <w:r w:rsidRPr="001C2442">
        <w:rPr>
          <w:rFonts w:eastAsiaTheme="majorEastAsia" w:cstheme="majorBidi"/>
          <w:color w:val="auto"/>
          <w:szCs w:val="24"/>
        </w:rPr>
        <w:t xml:space="preserve"> Nid</w:t>
      </w:r>
      <w:r w:rsidR="00002443" w:rsidRPr="001C2442">
        <w:rPr>
          <w:rFonts w:eastAsiaTheme="majorEastAsia" w:cstheme="majorBidi"/>
          <w:color w:val="auto"/>
          <w:szCs w:val="24"/>
        </w:rPr>
        <w:t>-</w:t>
      </w:r>
      <w:r w:rsidRPr="001C2442">
        <w:rPr>
          <w:rFonts w:eastAsiaTheme="majorEastAsia" w:cstheme="majorBidi"/>
          <w:color w:val="auto"/>
          <w:szCs w:val="24"/>
        </w:rPr>
        <w:t>du</w:t>
      </w:r>
      <w:r w:rsidR="00002443" w:rsidRPr="001C2442">
        <w:rPr>
          <w:rFonts w:eastAsiaTheme="majorEastAsia" w:cstheme="majorBidi"/>
          <w:color w:val="auto"/>
          <w:szCs w:val="24"/>
        </w:rPr>
        <w:t>-</w:t>
      </w:r>
      <w:proofErr w:type="spellStart"/>
      <w:r w:rsidRPr="001C2442">
        <w:rPr>
          <w:rFonts w:eastAsiaTheme="majorEastAsia" w:cstheme="majorBidi"/>
          <w:color w:val="auto"/>
          <w:szCs w:val="24"/>
        </w:rPr>
        <w:t>Crô</w:t>
      </w:r>
      <w:proofErr w:type="spellEnd"/>
      <w:r w:rsidR="00002443" w:rsidRPr="001C2442">
        <w:rPr>
          <w:rFonts w:eastAsiaTheme="majorEastAsia" w:cstheme="majorBidi"/>
          <w:color w:val="auto"/>
          <w:szCs w:val="24"/>
        </w:rPr>
        <w:t xml:space="preserve"> le</w:t>
      </w:r>
      <w:r w:rsidRPr="001C2442">
        <w:rPr>
          <w:rFonts w:eastAsiaTheme="majorEastAsia" w:cstheme="majorBidi"/>
          <w:color w:val="auto"/>
          <w:szCs w:val="24"/>
        </w:rPr>
        <w:t xml:space="preserve"> jeudi 3 avril</w:t>
      </w:r>
      <w:r w:rsidR="00002443" w:rsidRPr="001C2442">
        <w:rPr>
          <w:rFonts w:eastAsiaTheme="majorEastAsia" w:cstheme="majorBidi"/>
          <w:color w:val="auto"/>
          <w:szCs w:val="24"/>
        </w:rPr>
        <w:t xml:space="preserve"> 2025</w:t>
      </w:r>
      <w:r w:rsidRPr="001C2442">
        <w:rPr>
          <w:rFonts w:eastAsiaTheme="majorEastAsia" w:cstheme="majorBidi"/>
          <w:color w:val="auto"/>
          <w:szCs w:val="24"/>
        </w:rPr>
        <w:t xml:space="preserve"> vers 15h45 </w:t>
      </w:r>
    </w:p>
    <w:p w14:paraId="7C4200AE" w14:textId="5D19CB34" w:rsidR="00A51477" w:rsidRPr="001C2442" w:rsidRDefault="00A51477" w:rsidP="006A7D1E">
      <w:pPr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eastAsiaTheme="majorEastAsia" w:cstheme="majorBidi"/>
          <w:color w:val="auto"/>
          <w:szCs w:val="24"/>
        </w:rPr>
      </w:pPr>
      <w:r w:rsidRPr="001C2442">
        <w:rPr>
          <w:rFonts w:eastAsiaTheme="majorEastAsia" w:cstheme="majorBidi"/>
          <w:color w:val="auto"/>
          <w:szCs w:val="24"/>
        </w:rPr>
        <w:t>Retour</w:t>
      </w:r>
      <w:r w:rsidR="00002443" w:rsidRPr="001C2442">
        <w:rPr>
          <w:rFonts w:eastAsiaTheme="majorEastAsia" w:cstheme="majorBidi"/>
          <w:color w:val="auto"/>
          <w:szCs w:val="24"/>
        </w:rPr>
        <w:t xml:space="preserve"> le</w:t>
      </w:r>
      <w:r w:rsidRPr="001C2442">
        <w:rPr>
          <w:rFonts w:eastAsiaTheme="majorEastAsia" w:cstheme="majorBidi"/>
          <w:color w:val="auto"/>
          <w:szCs w:val="24"/>
        </w:rPr>
        <w:t xml:space="preserve"> dimanche 6 avril</w:t>
      </w:r>
      <w:r w:rsidR="00002443" w:rsidRPr="001C2442">
        <w:rPr>
          <w:rFonts w:eastAsiaTheme="majorEastAsia" w:cstheme="majorBidi"/>
          <w:color w:val="auto"/>
          <w:szCs w:val="24"/>
        </w:rPr>
        <w:t xml:space="preserve"> </w:t>
      </w:r>
      <w:r w:rsidR="001C2442" w:rsidRPr="001C2442">
        <w:rPr>
          <w:rFonts w:eastAsiaTheme="majorEastAsia" w:cstheme="majorBidi"/>
          <w:color w:val="auto"/>
          <w:szCs w:val="24"/>
        </w:rPr>
        <w:t>2025 à</w:t>
      </w:r>
      <w:r w:rsidRPr="001C2442">
        <w:rPr>
          <w:rFonts w:eastAsiaTheme="majorEastAsia" w:cstheme="majorBidi"/>
          <w:color w:val="auto"/>
          <w:szCs w:val="24"/>
        </w:rPr>
        <w:t xml:space="preserve"> déterminer </w:t>
      </w:r>
      <w:r w:rsidR="00002443" w:rsidRPr="001C2442">
        <w:rPr>
          <w:rFonts w:eastAsiaTheme="majorEastAsia" w:cstheme="majorBidi"/>
          <w:color w:val="auto"/>
          <w:szCs w:val="24"/>
        </w:rPr>
        <w:t>WhatsApp</w:t>
      </w:r>
      <w:r w:rsidRPr="001C2442">
        <w:rPr>
          <w:rFonts w:eastAsiaTheme="majorEastAsia" w:cstheme="majorBidi"/>
          <w:color w:val="auto"/>
          <w:szCs w:val="24"/>
        </w:rPr>
        <w:t xml:space="preserve"> </w:t>
      </w:r>
    </w:p>
    <w:p w14:paraId="02462383" w14:textId="51B01553" w:rsidR="000039B2" w:rsidRPr="000039B2" w:rsidRDefault="000039B2" w:rsidP="0059361A">
      <w:pPr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eastAsiaTheme="majorEastAsia" w:cstheme="majorBidi"/>
          <w:color w:val="BC0930"/>
          <w:sz w:val="30"/>
          <w:szCs w:val="30"/>
        </w:rPr>
      </w:pPr>
      <w:r w:rsidRPr="000039B2">
        <w:rPr>
          <w:rFonts w:eastAsiaTheme="majorEastAsia" w:cstheme="majorBidi"/>
          <w:color w:val="BC0930"/>
          <w:sz w:val="30"/>
          <w:szCs w:val="30"/>
        </w:rPr>
        <w:t>Hébergement / Restauration</w:t>
      </w:r>
    </w:p>
    <w:sdt>
      <w:sdtPr>
        <w:rPr>
          <w:rFonts w:cs="Tahoma"/>
          <w:color w:val="3B3838" w:themeColor="background2" w:themeShade="40"/>
          <w:szCs w:val="24"/>
          <w:lang w:eastAsia="fr-FR"/>
        </w:rPr>
        <w:id w:val="-1022620393"/>
        <w:placeholder>
          <w:docPart w:val="3F1EC5D892B84CB490DBA9E51256C17D"/>
        </w:placeholder>
      </w:sdtPr>
      <w:sdtContent>
        <w:p w14:paraId="6FC419AF" w14:textId="77777777" w:rsidR="00002443" w:rsidRDefault="00A51477" w:rsidP="00C61A3B">
          <w:r>
            <w:t xml:space="preserve">Campanile Chalon sur Saône </w:t>
          </w:r>
        </w:p>
        <w:p w14:paraId="79AEB5A4" w14:textId="304E4EE5" w:rsidR="00002443" w:rsidRDefault="001C2442" w:rsidP="00C61A3B">
          <w:r>
            <w:t>Le</w:t>
          </w:r>
          <w:r w:rsidR="00A51477">
            <w:t xml:space="preserve"> </w:t>
          </w:r>
          <w:r w:rsidR="00F72026">
            <w:t>C</w:t>
          </w:r>
          <w:r w:rsidR="00A51477">
            <w:t xml:space="preserve">hamp fleuri rue Raoul Ponchon </w:t>
          </w:r>
        </w:p>
        <w:p w14:paraId="61CDAC07" w14:textId="3E7B4246" w:rsidR="00A51477" w:rsidRDefault="00A51477" w:rsidP="00A51477">
          <w:pPr>
            <w:rPr>
              <w:rFonts w:cs="Tahoma"/>
              <w:color w:val="3B3838" w:themeColor="background2" w:themeShade="40"/>
              <w:szCs w:val="24"/>
              <w:lang w:eastAsia="fr-FR"/>
            </w:rPr>
          </w:pPr>
          <w:r>
            <w:t xml:space="preserve">71100 Chalon sur Saône </w:t>
          </w:r>
          <w:r w:rsidR="00EC30EA">
            <w:t xml:space="preserve"> </w:t>
          </w:r>
        </w:p>
      </w:sdtContent>
    </w:sdt>
    <w:p w14:paraId="143330E9" w14:textId="77777777" w:rsidR="00002443" w:rsidRPr="001C2442" w:rsidRDefault="000039B2" w:rsidP="00227B2B">
      <w:pPr>
        <w:spacing w:before="100" w:beforeAutospacing="1" w:after="100" w:afterAutospacing="1" w:line="240" w:lineRule="auto"/>
        <w:jc w:val="both"/>
        <w:rPr>
          <w:rFonts w:eastAsiaTheme="majorEastAsia" w:cstheme="majorBidi"/>
          <w:color w:val="BC0930"/>
          <w:sz w:val="30"/>
          <w:szCs w:val="30"/>
          <w:u w:val="single"/>
        </w:rPr>
      </w:pPr>
      <w:r w:rsidRPr="001C2442">
        <w:rPr>
          <w:rFonts w:eastAsiaTheme="majorEastAsia" w:cstheme="majorBidi"/>
          <w:color w:val="BC0930"/>
          <w:sz w:val="30"/>
          <w:szCs w:val="30"/>
          <w:u w:val="single"/>
        </w:rPr>
        <w:t>Coût</w:t>
      </w:r>
      <w:r w:rsidR="00002443" w:rsidRPr="001C2442">
        <w:rPr>
          <w:rFonts w:eastAsiaTheme="majorEastAsia" w:cstheme="majorBidi"/>
          <w:color w:val="BC0930"/>
          <w:sz w:val="30"/>
          <w:szCs w:val="30"/>
          <w:u w:val="single"/>
        </w:rPr>
        <w:t> :</w:t>
      </w:r>
    </w:p>
    <w:sdt>
      <w:sdtPr>
        <w:rPr>
          <w:rFonts w:cs="Tahoma"/>
          <w:color w:val="3B3838" w:themeColor="background2" w:themeShade="40"/>
          <w:szCs w:val="24"/>
          <w:lang w:eastAsia="fr-FR"/>
        </w:rPr>
        <w:id w:val="252017376"/>
        <w:placeholder>
          <w:docPart w:val="DefaultPlaceholder_-1854013440"/>
        </w:placeholder>
      </w:sdtPr>
      <w:sdtEndPr>
        <w:rPr>
          <w:sz w:val="18"/>
          <w:szCs w:val="18"/>
          <w:lang w:eastAsia="ja-JP"/>
        </w:rPr>
      </w:sdtEndPr>
      <w:sdtContent>
        <w:p w14:paraId="57D7F742" w14:textId="70DDBD6F" w:rsidR="00A51477" w:rsidRDefault="00A51477" w:rsidP="00002443">
          <w:pPr>
            <w:rPr>
              <w:rFonts w:cs="Tahoma"/>
              <w:color w:val="3B3838" w:themeColor="background2" w:themeShade="40"/>
              <w:sz w:val="18"/>
              <w:szCs w:val="18"/>
            </w:rPr>
          </w:pPr>
          <w:r>
            <w:rPr>
              <w:rFonts w:cs="Tahoma"/>
              <w:color w:val="3B3838" w:themeColor="background2" w:themeShade="40"/>
              <w:szCs w:val="24"/>
              <w:lang w:eastAsia="fr-FR"/>
            </w:rPr>
            <w:t>Env</w:t>
          </w:r>
          <w:r w:rsidR="001C2442">
            <w:rPr>
              <w:rFonts w:cs="Tahoma"/>
              <w:color w:val="3B3838" w:themeColor="background2" w:themeShade="40"/>
              <w:szCs w:val="24"/>
              <w:lang w:eastAsia="fr-FR"/>
            </w:rPr>
            <w:t>iron</w:t>
          </w:r>
          <w:r>
            <w:rPr>
              <w:rFonts w:cs="Tahoma"/>
              <w:color w:val="3B3838" w:themeColor="background2" w:themeShade="40"/>
              <w:szCs w:val="24"/>
              <w:lang w:eastAsia="fr-FR"/>
            </w:rPr>
            <w:t xml:space="preserve"> </w:t>
          </w:r>
          <w:r w:rsidR="00F72026">
            <w:rPr>
              <w:rFonts w:cs="Tahoma"/>
              <w:color w:val="3B3838" w:themeColor="background2" w:themeShade="40"/>
              <w:szCs w:val="24"/>
              <w:lang w:eastAsia="fr-FR"/>
            </w:rPr>
            <w:t>40</w:t>
          </w:r>
          <w:r w:rsidR="006A748A">
            <w:rPr>
              <w:rFonts w:cs="Tahoma"/>
              <w:color w:val="3B3838" w:themeColor="background2" w:themeShade="40"/>
              <w:szCs w:val="24"/>
              <w:lang w:eastAsia="fr-FR"/>
            </w:rPr>
            <w:t xml:space="preserve">0 CHF sans engagements (5,50 </w:t>
          </w:r>
          <w:proofErr w:type="spellStart"/>
          <w:r w:rsidR="006A748A">
            <w:rPr>
              <w:rFonts w:cs="Tahoma"/>
              <w:color w:val="3B3838" w:themeColor="background2" w:themeShade="40"/>
              <w:szCs w:val="24"/>
              <w:lang w:eastAsia="fr-FR"/>
            </w:rPr>
            <w:t>chf</w:t>
          </w:r>
          <w:proofErr w:type="spellEnd"/>
          <w:r w:rsidR="006A748A">
            <w:rPr>
              <w:rFonts w:cs="Tahoma"/>
              <w:color w:val="3B3838" w:themeColor="background2" w:themeShade="40"/>
              <w:szCs w:val="24"/>
              <w:lang w:eastAsia="fr-FR"/>
            </w:rPr>
            <w:t xml:space="preserve"> par engagement)</w:t>
          </w:r>
        </w:p>
      </w:sdtContent>
    </w:sdt>
    <w:p w14:paraId="4C5F42C3" w14:textId="76709383" w:rsidR="00A838A4" w:rsidRPr="001C2442" w:rsidRDefault="000039B2" w:rsidP="00A51477">
      <w:pPr>
        <w:spacing w:before="100" w:beforeAutospacing="1" w:after="100" w:afterAutospacing="1" w:line="240" w:lineRule="auto"/>
        <w:jc w:val="both"/>
        <w:rPr>
          <w:rFonts w:cs="Tahoma"/>
          <w:color w:val="3B3838" w:themeColor="background2" w:themeShade="40"/>
          <w:sz w:val="18"/>
          <w:szCs w:val="18"/>
          <w:u w:val="single"/>
        </w:rPr>
      </w:pPr>
      <w:r w:rsidRPr="001C2442">
        <w:rPr>
          <w:rFonts w:eastAsiaTheme="majorEastAsia" w:cstheme="majorBidi"/>
          <w:color w:val="BC0930"/>
          <w:sz w:val="30"/>
          <w:szCs w:val="30"/>
          <w:u w:val="single"/>
        </w:rPr>
        <w:t>Divers :</w:t>
      </w:r>
      <w:r w:rsidRPr="001C2442">
        <w:rPr>
          <w:rFonts w:eastAsiaTheme="majorEastAsia" w:cstheme="majorBidi"/>
          <w:color w:val="BC0930"/>
          <w:sz w:val="30"/>
          <w:szCs w:val="30"/>
        </w:rPr>
        <w:t xml:space="preserve"> </w:t>
      </w:r>
      <w:r w:rsidRPr="001C2442">
        <w:rPr>
          <w:rFonts w:eastAsiaTheme="majorEastAsia" w:cstheme="majorBidi"/>
          <w:color w:val="BC0930"/>
          <w:sz w:val="30"/>
          <w:szCs w:val="30"/>
        </w:rPr>
        <w:tab/>
      </w:r>
    </w:p>
    <w:sdt>
      <w:sdtPr>
        <w:rPr>
          <w:rFonts w:cs="Tahoma"/>
          <w:b/>
          <w:bCs/>
          <w:color w:val="3B3838" w:themeColor="background2" w:themeShade="40"/>
          <w:szCs w:val="24"/>
          <w:lang w:eastAsia="fr-FR"/>
        </w:rPr>
        <w:id w:val="-1628778708"/>
        <w:placeholder>
          <w:docPart w:val="5689D44AB2B347BAB5C3904E953E85B8"/>
        </w:placeholder>
      </w:sdtPr>
      <w:sdtEndPr>
        <w:rPr>
          <w:b w:val="0"/>
          <w:bCs w:val="0"/>
          <w:i/>
          <w:iCs/>
          <w:color w:val="FF0000"/>
        </w:rPr>
      </w:sdtEndPr>
      <w:sdtContent>
        <w:p w14:paraId="0A3B3400" w14:textId="7D060C9A" w:rsidR="002F677E" w:rsidRPr="001C2442" w:rsidRDefault="001C2442" w:rsidP="00E51580">
          <w:pPr>
            <w:rPr>
              <w:rFonts w:cs="Tahoma"/>
              <w:i/>
              <w:iCs/>
              <w:color w:val="FF0000"/>
              <w:szCs w:val="24"/>
              <w:lang w:eastAsia="fr-FR"/>
            </w:rPr>
          </w:pPr>
          <w:r w:rsidRPr="001C2442">
            <w:rPr>
              <w:rFonts w:cs="Tahoma"/>
              <w:i/>
              <w:iCs/>
              <w:color w:val="FF0000"/>
              <w:szCs w:val="24"/>
              <w:lang w:eastAsia="fr-FR"/>
            </w:rPr>
            <w:t>Équipement</w:t>
          </w:r>
          <w:r w:rsidR="00EC30EA" w:rsidRPr="001C2442">
            <w:rPr>
              <w:rFonts w:cs="Tahoma"/>
              <w:i/>
              <w:iCs/>
              <w:color w:val="FF0000"/>
              <w:szCs w:val="24"/>
              <w:lang w:eastAsia="fr-FR"/>
            </w:rPr>
            <w:t xml:space="preserve"> du club </w:t>
          </w:r>
        </w:p>
        <w:p w14:paraId="0FABD6FD" w14:textId="2E110B64" w:rsidR="004A2F9B" w:rsidRPr="001C2442" w:rsidRDefault="00A51477" w:rsidP="00002443">
          <w:pPr>
            <w:rPr>
              <w:rFonts w:cs="Tahoma"/>
              <w:i/>
              <w:iCs/>
              <w:color w:val="FF0000"/>
              <w:szCs w:val="24"/>
              <w:lang w:eastAsia="fr-FR"/>
            </w:rPr>
          </w:pPr>
          <w:r w:rsidRPr="001C2442">
            <w:rPr>
              <w:rFonts w:cs="Tahoma"/>
              <w:i/>
              <w:iCs/>
              <w:color w:val="FF0000"/>
              <w:szCs w:val="24"/>
              <w:lang w:eastAsia="fr-FR"/>
            </w:rPr>
            <w:t>Merci de ramener ou de m’envoyer l’autorisation de sortie jointe le jour du départ.</w:t>
          </w:r>
        </w:p>
      </w:sdtContent>
    </w:sdt>
    <w:sectPr w:rsidR="004A2F9B" w:rsidRPr="001C2442" w:rsidSect="00DA37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33A29" w14:textId="77777777" w:rsidR="00EB634E" w:rsidRDefault="00EB634E">
      <w:pPr>
        <w:spacing w:after="0" w:line="240" w:lineRule="auto"/>
      </w:pPr>
      <w:r>
        <w:separator/>
      </w:r>
    </w:p>
  </w:endnote>
  <w:endnote w:type="continuationSeparator" w:id="0">
    <w:p w14:paraId="6601CC1B" w14:textId="77777777" w:rsidR="00EB634E" w:rsidRDefault="00EB6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altName w:val="HGGothicE"/>
    <w:charset w:val="80"/>
    <w:family w:val="modern"/>
    <w:pitch w:val="fixed"/>
    <w:sig w:usb0="E00002FF" w:usb1="2AC7EDFE" w:usb2="00000012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AB07C" w14:textId="77777777" w:rsidR="00002443" w:rsidRDefault="0000244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FD208" w14:textId="39529BB1" w:rsidR="0001626D" w:rsidRPr="004A2F9B" w:rsidRDefault="00A43720">
    <w:pPr>
      <w:pStyle w:val="Pieddepage"/>
      <w:rPr>
        <w:color w:val="BC0930"/>
      </w:rPr>
    </w:pPr>
    <w:r w:rsidRPr="00A36CDC">
      <w:rPr>
        <w:noProof/>
        <w:color w:val="FBA7B9"/>
        <w:sz w:val="20"/>
        <w:szCs w:val="16"/>
        <w:lang w:bidi="fr-FR"/>
      </w:rPr>
      <w:t>NATATION COMPETITIONS SAISON 20</w:t>
    </w:r>
    <w:r w:rsidR="00E62867">
      <w:rPr>
        <w:noProof/>
        <w:color w:val="FBA7B9"/>
        <w:sz w:val="20"/>
        <w:szCs w:val="16"/>
        <w:lang w:bidi="fr-FR"/>
      </w:rPr>
      <w:t>2</w:t>
    </w:r>
    <w:r w:rsidR="00002443">
      <w:rPr>
        <w:noProof/>
        <w:color w:val="FBA7B9"/>
        <w:sz w:val="20"/>
        <w:szCs w:val="16"/>
        <w:lang w:bidi="fr-FR"/>
      </w:rPr>
      <w:t>4</w:t>
    </w:r>
    <w:r w:rsidRPr="00A36CDC">
      <w:rPr>
        <w:noProof/>
        <w:color w:val="BC0930"/>
        <w:sz w:val="20"/>
        <w:szCs w:val="16"/>
        <w:lang w:bidi="fr-FR"/>
      </w:rPr>
      <w:t xml:space="preserve"> </w:t>
    </w:r>
    <w:r w:rsidR="0059361A">
      <w:rPr>
        <w:noProof/>
        <w:color w:val="BC0930"/>
        <w:sz w:val="20"/>
        <w:szCs w:val="16"/>
        <w:lang w:bidi="fr-FR"/>
      </w:rPr>
      <w:t>/</w:t>
    </w:r>
    <w:r w:rsidR="00002443">
      <w:rPr>
        <w:noProof/>
        <w:color w:val="BC0930"/>
        <w:sz w:val="20"/>
        <w:szCs w:val="16"/>
        <w:lang w:bidi="fr-FR"/>
      </w:rPr>
      <w:t>2025</w:t>
    </w:r>
    <w:r w:rsidR="0059361A">
      <w:rPr>
        <w:noProof/>
        <w:color w:val="BC0930"/>
        <w:sz w:val="20"/>
        <w:szCs w:val="16"/>
        <w:lang w:bidi="fr-FR"/>
      </w:rPr>
      <w:t xml:space="preserve"> </w:t>
    </w:r>
    <w:r w:rsidRPr="00A43720">
      <w:rPr>
        <w:noProof/>
        <w:color w:val="FFFFFF" w:themeColor="background1"/>
        <w:lang w:bidi="fr-FR"/>
      </w:rPr>
      <w:fldChar w:fldCharType="begin"/>
    </w:r>
    <w:r w:rsidRPr="00A43720">
      <w:rPr>
        <w:noProof/>
        <w:color w:val="FFFFFF" w:themeColor="background1"/>
        <w:lang w:bidi="fr-FR"/>
      </w:rPr>
      <w:instrText>PAGE   \* MERGEFORMAT</w:instrText>
    </w:r>
    <w:r w:rsidRPr="00A43720">
      <w:rPr>
        <w:noProof/>
        <w:color w:val="FFFFFF" w:themeColor="background1"/>
        <w:lang w:bidi="fr-FR"/>
      </w:rPr>
      <w:fldChar w:fldCharType="separate"/>
    </w:r>
    <w:r w:rsidRPr="00A43720">
      <w:rPr>
        <w:noProof/>
        <w:color w:val="FFFFFF" w:themeColor="background1"/>
        <w:lang w:bidi="fr-FR"/>
      </w:rPr>
      <w:t>1</w:t>
    </w:r>
    <w:r w:rsidRPr="00A43720">
      <w:rPr>
        <w:noProof/>
        <w:color w:val="FFFFFF" w:themeColor="background1"/>
        <w:lang w:bidi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B10C8" w14:textId="77777777" w:rsidR="00002443" w:rsidRDefault="0000244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04EA0" w14:textId="77777777" w:rsidR="00EB634E" w:rsidRDefault="00EB634E">
      <w:pPr>
        <w:spacing w:after="0" w:line="240" w:lineRule="auto"/>
      </w:pPr>
      <w:r>
        <w:separator/>
      </w:r>
    </w:p>
  </w:footnote>
  <w:footnote w:type="continuationSeparator" w:id="0">
    <w:p w14:paraId="25B62E90" w14:textId="77777777" w:rsidR="00EB634E" w:rsidRDefault="00EB6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C25B" w14:textId="77777777" w:rsidR="00002443" w:rsidRDefault="0000244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A04D2" w14:textId="77777777" w:rsidR="00EF36A5" w:rsidRDefault="000039B2">
    <w:pPr>
      <w:pStyle w:val="En-tte"/>
    </w:pPr>
    <w:r>
      <w:rPr>
        <w:noProof/>
        <w:color w:val="auto"/>
      </w:rPr>
      <w:drawing>
        <wp:anchor distT="0" distB="0" distL="114300" distR="114300" simplePos="0" relativeHeight="251660800" behindDoc="0" locked="0" layoutInCell="1" allowOverlap="1" wp14:anchorId="34BF5DC7" wp14:editId="71F3EB12">
          <wp:simplePos x="0" y="0"/>
          <wp:positionH relativeFrom="column">
            <wp:posOffset>5295355</wp:posOffset>
          </wp:positionH>
          <wp:positionV relativeFrom="paragraph">
            <wp:posOffset>14601</wp:posOffset>
          </wp:positionV>
          <wp:extent cx="1340208" cy="1388014"/>
          <wp:effectExtent l="0" t="0" r="0" b="0"/>
          <wp:wrapNone/>
          <wp:docPr id="1683211071" name="Image 16832110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fn_2017_rou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0208" cy="13880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3E85">
      <w:rPr>
        <w:noProof/>
        <w:color w:val="auto"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61010DAE" wp14:editId="39FD2A37">
              <wp:simplePos x="0" y="0"/>
              <wp:positionH relativeFrom="page">
                <wp:posOffset>-295275</wp:posOffset>
              </wp:positionH>
              <wp:positionV relativeFrom="page">
                <wp:posOffset>-123825</wp:posOffset>
              </wp:positionV>
              <wp:extent cx="9719945" cy="10297795"/>
              <wp:effectExtent l="19050" t="0" r="109220" b="24130"/>
              <wp:wrapNone/>
              <wp:docPr id="11" name="Groupe 6" descr="decorative elemen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19945" cy="10297795"/>
                        <a:chOff x="0" y="0"/>
                        <a:chExt cx="9716770" cy="10298367"/>
                      </a:xfrm>
                    </wpg:grpSpPr>
                    <wps:wsp>
                      <wps:cNvPr id="12" name="Forme libre 9"/>
                      <wps:cNvSpPr/>
                      <wps:spPr>
                        <a:xfrm>
                          <a:off x="281940" y="0"/>
                          <a:ext cx="7851390" cy="2019169"/>
                        </a:xfrm>
                        <a:custGeom>
                          <a:avLst/>
                          <a:gdLst>
                            <a:gd name="connsiteX0" fmla="*/ 5640 w 5350933"/>
                            <a:gd name="connsiteY0" fmla="*/ 5640 h 1388533"/>
                            <a:gd name="connsiteX1" fmla="*/ 5345567 w 5350933"/>
                            <a:gd name="connsiteY1" fmla="*/ 5640 h 1388533"/>
                            <a:gd name="connsiteX2" fmla="*/ 5345567 w 5350933"/>
                            <a:gd name="connsiteY2" fmla="*/ 1384014 h 1388533"/>
                            <a:gd name="connsiteX3" fmla="*/ 5640 w 5350933"/>
                            <a:gd name="connsiteY3" fmla="*/ 1384014 h 13885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350933" h="1388533">
                              <a:moveTo>
                                <a:pt x="5640" y="5640"/>
                              </a:moveTo>
                              <a:lnTo>
                                <a:pt x="5345567" y="5640"/>
                              </a:lnTo>
                              <a:lnTo>
                                <a:pt x="5345567" y="1384014"/>
                              </a:lnTo>
                              <a:lnTo>
                                <a:pt x="5640" y="138401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8460" cap="flat">
                          <a:solidFill>
                            <a:srgbClr val="BC0930"/>
                          </a:solidFill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Forme libre 10"/>
                      <wps:cNvSpPr/>
                      <wps:spPr>
                        <a:xfrm>
                          <a:off x="1554480" y="563880"/>
                          <a:ext cx="8162290" cy="8753475"/>
                        </a:xfrm>
                        <a:custGeom>
                          <a:avLst/>
                          <a:gdLst>
                            <a:gd name="connsiteX0" fmla="*/ 5346277 w 5350933"/>
                            <a:gd name="connsiteY0" fmla="*/ 921597 h 6028266"/>
                            <a:gd name="connsiteX1" fmla="*/ 3794337 w 5350933"/>
                            <a:gd name="connsiteY1" fmla="*/ 921597 h 6028266"/>
                            <a:gd name="connsiteX2" fmla="*/ 3333750 w 5350933"/>
                            <a:gd name="connsiteY2" fmla="*/ 441537 h 6028266"/>
                            <a:gd name="connsiteX3" fmla="*/ 3333750 w 5350933"/>
                            <a:gd name="connsiteY3" fmla="*/ 441537 h 6028266"/>
                            <a:gd name="connsiteX4" fmla="*/ 2898563 w 5350933"/>
                            <a:gd name="connsiteY4" fmla="*/ 6350 h 6028266"/>
                            <a:gd name="connsiteX5" fmla="*/ 245110 w 5350933"/>
                            <a:gd name="connsiteY5" fmla="*/ 6350 h 6028266"/>
                            <a:gd name="connsiteX6" fmla="*/ 6350 w 5350933"/>
                            <a:gd name="connsiteY6" fmla="*/ 77470 h 6028266"/>
                            <a:gd name="connsiteX7" fmla="*/ 6350 w 5350933"/>
                            <a:gd name="connsiteY7" fmla="*/ 6025304 h 6028266"/>
                            <a:gd name="connsiteX8" fmla="*/ 5346277 w 5350933"/>
                            <a:gd name="connsiteY8" fmla="*/ 6025304 h 6028266"/>
                            <a:gd name="connsiteX9" fmla="*/ 5346277 w 5350933"/>
                            <a:gd name="connsiteY9" fmla="*/ 921597 h 6028266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39927" h="6018954">
                              <a:moveTo>
                                <a:pt x="5339927" y="915247"/>
                              </a:moveTo>
                              <a:lnTo>
                                <a:pt x="3787987" y="915247"/>
                              </a:lnTo>
                              <a:cubicBezTo>
                                <a:pt x="3787987" y="915247"/>
                                <a:pt x="3374067" y="956949"/>
                                <a:pt x="3327400" y="435187"/>
                              </a:cubicBezTo>
                              <a:lnTo>
                                <a:pt x="3327400" y="476889"/>
                              </a:lnTo>
                              <a:cubicBezTo>
                                <a:pt x="3327400" y="236435"/>
                                <a:pt x="3132667" y="0"/>
                                <a:pt x="2892213" y="0"/>
                              </a:cubicBezTo>
                              <a:lnTo>
                                <a:pt x="238760" y="0"/>
                              </a:lnTo>
                              <a:cubicBezTo>
                                <a:pt x="150707" y="0"/>
                                <a:pt x="68580" y="26247"/>
                                <a:pt x="0" y="71120"/>
                              </a:cubicBezTo>
                              <a:lnTo>
                                <a:pt x="0" y="6018954"/>
                              </a:lnTo>
                              <a:lnTo>
                                <a:pt x="5339927" y="6018954"/>
                              </a:lnTo>
                              <a:lnTo>
                                <a:pt x="5339927" y="91524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 w="9525" cap="flat">
                          <a:solidFill>
                            <a:schemeClr val="bg1"/>
                          </a:solidFill>
                          <a:prstDash val="solid"/>
                          <a:miter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Forme libre 19"/>
                      <wps:cNvSpPr/>
                      <wps:spPr>
                        <a:xfrm>
                          <a:off x="746760" y="563880"/>
                          <a:ext cx="8162290" cy="8753475"/>
                        </a:xfrm>
                        <a:custGeom>
                          <a:avLst/>
                          <a:gdLst>
                            <a:gd name="connsiteX0" fmla="*/ 5346277 w 5350933"/>
                            <a:gd name="connsiteY0" fmla="*/ 921597 h 6028266"/>
                            <a:gd name="connsiteX1" fmla="*/ 3794337 w 5350933"/>
                            <a:gd name="connsiteY1" fmla="*/ 921597 h 6028266"/>
                            <a:gd name="connsiteX2" fmla="*/ 3333750 w 5350933"/>
                            <a:gd name="connsiteY2" fmla="*/ 441537 h 6028266"/>
                            <a:gd name="connsiteX3" fmla="*/ 3333750 w 5350933"/>
                            <a:gd name="connsiteY3" fmla="*/ 441537 h 6028266"/>
                            <a:gd name="connsiteX4" fmla="*/ 2898563 w 5350933"/>
                            <a:gd name="connsiteY4" fmla="*/ 6350 h 6028266"/>
                            <a:gd name="connsiteX5" fmla="*/ 245110 w 5350933"/>
                            <a:gd name="connsiteY5" fmla="*/ 6350 h 6028266"/>
                            <a:gd name="connsiteX6" fmla="*/ 6350 w 5350933"/>
                            <a:gd name="connsiteY6" fmla="*/ 77470 h 6028266"/>
                            <a:gd name="connsiteX7" fmla="*/ 6350 w 5350933"/>
                            <a:gd name="connsiteY7" fmla="*/ 6025304 h 6028266"/>
                            <a:gd name="connsiteX8" fmla="*/ 5346277 w 5350933"/>
                            <a:gd name="connsiteY8" fmla="*/ 6025304 h 6028266"/>
                            <a:gd name="connsiteX9" fmla="*/ 5346277 w 5350933"/>
                            <a:gd name="connsiteY9" fmla="*/ 921597 h 6028266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39927" h="6018954">
                              <a:moveTo>
                                <a:pt x="5339927" y="915247"/>
                              </a:moveTo>
                              <a:lnTo>
                                <a:pt x="3787987" y="915247"/>
                              </a:lnTo>
                              <a:cubicBezTo>
                                <a:pt x="3787987" y="915247"/>
                                <a:pt x="3374067" y="956949"/>
                                <a:pt x="3327400" y="435187"/>
                              </a:cubicBezTo>
                              <a:lnTo>
                                <a:pt x="3327400" y="476889"/>
                              </a:lnTo>
                              <a:cubicBezTo>
                                <a:pt x="3327400" y="236435"/>
                                <a:pt x="3132667" y="0"/>
                                <a:pt x="2892213" y="0"/>
                              </a:cubicBezTo>
                              <a:lnTo>
                                <a:pt x="238760" y="0"/>
                              </a:lnTo>
                              <a:cubicBezTo>
                                <a:pt x="150707" y="0"/>
                                <a:pt x="68580" y="26247"/>
                                <a:pt x="0" y="71120"/>
                              </a:cubicBezTo>
                              <a:lnTo>
                                <a:pt x="0" y="6018954"/>
                              </a:lnTo>
                              <a:lnTo>
                                <a:pt x="5339927" y="6018954"/>
                              </a:lnTo>
                              <a:lnTo>
                                <a:pt x="5339927" y="9152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C0930"/>
                        </a:solidFill>
                        <a:ln w="9525" cap="flat">
                          <a:solidFill>
                            <a:srgbClr val="BC0930"/>
                          </a:solidFill>
                          <a:prstDash val="solid"/>
                          <a:miter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Forme libre 20"/>
                      <wps:cNvSpPr/>
                      <wps:spPr>
                        <a:xfrm>
                          <a:off x="297180" y="9326880"/>
                          <a:ext cx="7839320" cy="971487"/>
                        </a:xfrm>
                        <a:custGeom>
                          <a:avLst/>
                          <a:gdLst>
                            <a:gd name="connsiteX0" fmla="*/ 5640 w 5342466"/>
                            <a:gd name="connsiteY0" fmla="*/ 5640 h 1041399"/>
                            <a:gd name="connsiteX1" fmla="*/ 5339640 w 5342466"/>
                            <a:gd name="connsiteY1" fmla="*/ 5640 h 1041399"/>
                            <a:gd name="connsiteX2" fmla="*/ 5339640 w 5342466"/>
                            <a:gd name="connsiteY2" fmla="*/ 1036880 h 1041399"/>
                            <a:gd name="connsiteX3" fmla="*/ 5640 w 5342466"/>
                            <a:gd name="connsiteY3" fmla="*/ 1036880 h 10413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342466" h="1041399">
                              <a:moveTo>
                                <a:pt x="5640" y="5640"/>
                              </a:moveTo>
                              <a:lnTo>
                                <a:pt x="5339640" y="5640"/>
                              </a:lnTo>
                              <a:lnTo>
                                <a:pt x="5339640" y="1036880"/>
                              </a:lnTo>
                              <a:lnTo>
                                <a:pt x="5640" y="103688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8460" cap="flat">
                          <a:solidFill>
                            <a:srgbClr val="BC0930"/>
                          </a:solidFill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Forme libre 21"/>
                      <wps:cNvSpPr/>
                      <wps:spPr>
                        <a:xfrm>
                          <a:off x="0" y="563880"/>
                          <a:ext cx="8162290" cy="8753475"/>
                        </a:xfrm>
                        <a:custGeom>
                          <a:avLst/>
                          <a:gdLst>
                            <a:gd name="connsiteX0" fmla="*/ 5346277 w 5350933"/>
                            <a:gd name="connsiteY0" fmla="*/ 921597 h 6028266"/>
                            <a:gd name="connsiteX1" fmla="*/ 3794337 w 5350933"/>
                            <a:gd name="connsiteY1" fmla="*/ 921597 h 6028266"/>
                            <a:gd name="connsiteX2" fmla="*/ 3333750 w 5350933"/>
                            <a:gd name="connsiteY2" fmla="*/ 441537 h 6028266"/>
                            <a:gd name="connsiteX3" fmla="*/ 3333750 w 5350933"/>
                            <a:gd name="connsiteY3" fmla="*/ 441537 h 6028266"/>
                            <a:gd name="connsiteX4" fmla="*/ 2898563 w 5350933"/>
                            <a:gd name="connsiteY4" fmla="*/ 6350 h 6028266"/>
                            <a:gd name="connsiteX5" fmla="*/ 245110 w 5350933"/>
                            <a:gd name="connsiteY5" fmla="*/ 6350 h 6028266"/>
                            <a:gd name="connsiteX6" fmla="*/ 6350 w 5350933"/>
                            <a:gd name="connsiteY6" fmla="*/ 77470 h 6028266"/>
                            <a:gd name="connsiteX7" fmla="*/ 6350 w 5350933"/>
                            <a:gd name="connsiteY7" fmla="*/ 6025304 h 6028266"/>
                            <a:gd name="connsiteX8" fmla="*/ 5346277 w 5350933"/>
                            <a:gd name="connsiteY8" fmla="*/ 6025304 h 6028266"/>
                            <a:gd name="connsiteX9" fmla="*/ 5346277 w 5350933"/>
                            <a:gd name="connsiteY9" fmla="*/ 921597 h 6028266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39927" h="6018954">
                              <a:moveTo>
                                <a:pt x="5339927" y="915247"/>
                              </a:moveTo>
                              <a:lnTo>
                                <a:pt x="3787987" y="915247"/>
                              </a:lnTo>
                              <a:cubicBezTo>
                                <a:pt x="3787987" y="915247"/>
                                <a:pt x="3374067" y="956949"/>
                                <a:pt x="3327400" y="435187"/>
                              </a:cubicBezTo>
                              <a:lnTo>
                                <a:pt x="3327400" y="476889"/>
                              </a:lnTo>
                              <a:cubicBezTo>
                                <a:pt x="3327400" y="236435"/>
                                <a:pt x="3132667" y="0"/>
                                <a:pt x="2892213" y="0"/>
                              </a:cubicBezTo>
                              <a:lnTo>
                                <a:pt x="238760" y="0"/>
                              </a:lnTo>
                              <a:cubicBezTo>
                                <a:pt x="150707" y="0"/>
                                <a:pt x="68580" y="26247"/>
                                <a:pt x="0" y="71120"/>
                              </a:cubicBezTo>
                              <a:lnTo>
                                <a:pt x="0" y="6018954"/>
                              </a:lnTo>
                              <a:lnTo>
                                <a:pt x="5339927" y="6018954"/>
                              </a:lnTo>
                              <a:lnTo>
                                <a:pt x="5339927" y="9152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>
                          <a:noFill/>
                          <a:prstDash val="solid"/>
                          <a:miter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Connecteur droit 22"/>
                      <wps:cNvCnPr/>
                      <wps:spPr>
                        <a:xfrm>
                          <a:off x="762000" y="838200"/>
                          <a:ext cx="0" cy="8322907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BC093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page">
                <wp14:pctWidth>125300</wp14:pctWidth>
              </wp14:sizeRelH>
              <wp14:sizeRelV relativeFrom="page">
                <wp14:pctHeight>102400</wp14:pctHeight>
              </wp14:sizeRelV>
            </wp:anchor>
          </w:drawing>
        </mc:Choice>
        <mc:Fallback>
          <w:pict>
            <v:group w14:anchorId="1FD46609" id="Groupe 6" o:spid="_x0000_s1026" alt="decorative element" style="position:absolute;margin-left:-23.25pt;margin-top:-9.75pt;width:765.35pt;height:810.85pt;z-index:-251656704;mso-width-percent:1253;mso-height-percent:1024;mso-position-horizontal-relative:page;mso-position-vertical-relative:page;mso-width-percent:1253;mso-height-percent:1024" coordsize="97167,102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wfU8wkAAO1SAAAOAAAAZHJzL2Uyb0RvYy54bWzsXG2P27gR/l6g/0HQxwKN9f5iZHPIbbpB&#10;geAaXFLk8lGWZVuoLKmSvN7cr7+Hb/Jo7bW4e8EdWjAfspI1wyGHnBnyGZKvf3jYV9Z90fVlU9/Y&#10;7ivHtoo6b9Zlvb2x//357u+JbfVDVq+zqqmLG/tb0ds/vPnrX14f22XhNbumWhedhULqfnlsb+zd&#10;MLTLxaLPd8U+6181bVHj46bp9tmA1267WHfZEaXvq4XnONHi2HTrtmvyou/x6zvx0X7Dy99sinz4&#10;12bTF4NV3dio28D/7/j/K/b/4s3rbLntsnZX5rIa2Qtqsc/KGkLHot5lQ2YduvKsqH2Zd03fbIZX&#10;ebNfNJtNmRe8DWiN6zxqzfuuObS8LdvlcduOaoJqH+npxcXmP91/7Kxyjb5zbavO9ugjLrawItta&#10;F30OZa2LvOmyobwvrKIq9kU9ML0d2+0S7O+79lP7sZM/bMUbU8XDptuzv2ik9cA1/m3UePEwWDl+&#10;TGM3TYPQtnJ8cx0vjeM0FJ2S79BzZ4z57h8n1iiO0aeKNfGjmLEulOgFq+FYoWOLEdaflNj/PiV+&#10;2mVtwfumZ1pQSvSUEu8wZAurKlddYaVCXZxw1FW/7KG2C4ryEjcN0K5zbcVJ6PqpbDLGS+pGvOix&#10;xdkyP/TD+6Lhis/uP/SDGOBrPPHhuZZ9nDd13ZdD8QtK2+wrjPm/LawwChzraIV+6KS+L7ph+5jj&#10;6xnHznL9JAmf5PgFI+skww/CMIrnxUyYWMVmxUD3zxdDmdCMwHGDeUk+laSlNMpxUQz6cKt6Kdup&#10;jssfatlzeLIy5lQd7mfapme2QbsR40W9oo+EIYCLdfsMM1RNmd1nMUOBlNl7FjPUQpn5mIMmeLXF&#10;X9n8Dp6c+fCK+/DBtuCWOtuCD1+JcdpmA9Maay17tI43thrH1g6+RY5Q9n3f3BefG045MCWyYc/r&#10;wR+E4k40VT2hFcP3MbkiUn9bUTAhlp0utaPo1F9JrypymTivmr4Q1WNN5J5ubDbTFrH9vqnK9V1Z&#10;VayZPJoWt1Vn3WfQYZbncOFK1xPKqmaKS4KIOZkM8XhTZQMfcBOyvtuuxuJ+vIW3UANuQtZ2/fAu&#10;63dCLP8kOmsPz9OJllQYoHDUyhuyp1Wz/gZ/2jUiWvdtfleipA9ZP3zMOrgqVA5TDnzdNd2vtnVE&#10;+L6x+/8esq6wreqfNVx76gasUwf+EoSxh5eOflnRL/Vhf9tAMzAESOOPjH6o1OOma/ZfMNN4y6Ti&#10;U1bnkA2DGzAIxcvtgHd8wlwlL96+5c+I8eigD/WnNmeF8yGHlnx++JJ1rcXUc2MPiIU/NSqcZEvl&#10;tdGhjEDQMs66eXsYmk3JXDrXmNCTfEFoYyH5j4hxMFoxUaAxzuUjgFUA0XA+yLlhGAQJ1AXzDyMY&#10;p5yKqYlB4kaep0JdEod+EPN5AbSi5hV0uCulESd6Frimoc4PIi/WCEOsR1V8TD03TGOEh8jxEi+K&#10;xGA+F0RDlx+nge9rCKJMuoJo8PLxLw414jdlCgI3ROVmW0TDl7YgyqQrKCDq9pI0wdiYnypQpgiT&#10;l/n2YMY59qoXhK6roTfKoycFM+hRCueYnVtRjjgOYo2mxM8WMuFwvNB32JRnZkxjHTe2BdaoZzyU&#10;CeXrSUpfIoky6VoPNW3MXtPUE2bKn56w7cnsN3VDLxDW4yZpGDzBM5n/+nESp4mGoIk/0BRETdv3&#10;vThwxLi+2iLKFPihi8qx0XC1RdS0tQVRpiCOkiSdF0RNG/7A81zhD662iDIJC7raGGrYnp/EkYbS&#10;KI+GCGrXGqVT8th1PQ0J1Kg1JFBy2dfznUHNWdtgKJO2JGrO2pIok65pGh/AUICvxgeQoGN8wJVY&#10;Rs1Z2zIp05/rA7B+MDCLWvrroUOIphSj4bMchjZoQUuIk5RZreH0mBEGKTNfb2lLRoSjzAoa1pOM&#10;AUuZEzaz05aMOESZFUTLJYtCfheoJaY+DNRSkzSGDpwAK4U9STpURQRD2YYT4RR8khNTXvcJgyLL&#10;D6sy/7H4lcJhl5mAXHD8CwvSwAEoz9SRhlEacFWcvvIJKv8q5p1KyxNBSrwqkjDxOaRkUmQXaymm&#10;wlyS50cQxpjGerg+1vKilhKFELLkfJOzKXxrWrwSKun53HFCrgimbILcDZ3YuSA2SkIJjHgRlhe0&#10;qgIv4TNCDV0JajVIFNwmuk9VTFRFOnJe9efSXx4r3wmqXG0VnszRQwVoCpgyDT24l2swJcsinnDP&#10;1VYh25PCdFHKbFnwhKI03uYADPPTbn20VtWh+zlbA8hyEgdKX5cM1/MTl71k1RaJUcDWgDO/lMOO&#10;A30MHFRg4Iijrqos/w//OavaXSZAU6zgUIroO1ZRUHNPNErnb6RiBkv9n8JSEVwvYKnPSxjGQYQ1&#10;KzdeA6Wy1cwEOtHEbOkKSBvhpEy6CCdFQbQFUSZdQRQFMVCqgVJ1QdsJjKJpPfA+BB3mM08O21+F&#10;6SiTLl5DTdtAqXzXhoFSGXIvpslnubivBkp9iWlOfIBm8oGaszYyRJmMD2CbsEw6ZT4RQY1aI9lB&#10;yU06RTfTOecDAGUZKNVAqXObCw2UKkE82ItC3S7BgQZKbU6YrEjBGSgVIPXLd33qbdLUxVL1SjNg&#10;qtmYKjfw/vEbU5ENOAdTsfMX8Ln2xlQcQXFl+iVFXuhsY2qc+PgdyxZ27AS0QaIyi99nX6o6TRB4&#10;wZMbTCeb0PihDZyNcAKcDZEJtrNl8GQLGlucaYmhYIueGAqIaouhTK7jM51jCTDTIIqI8rqxvZVX&#10;lUY5LooxE1pg55MJ7XfIVosu4Ucw5Ai9mK1WJx+0jmDw4SvzHdjlP5fZVGXLTr9Of5345cF4moo0&#10;RzDgQc0RjPkjoOpciIxf6pghEI0LkY6nt7UjHXoAIcxkDE3GUJ0FNRnDMYllDl/gOLDJGDJAXjct&#10;Qaex2iA+ZTKHL8zhi6cPEdE91NrpNcr05268ZskCOWdRp9QfHcg0uwbgbIwPMD7g/9YHGIDlMcDC&#10;j1Fcu9fDHL74ag5fsCzQ5EyE2LVvMoYmY8j3Zj1CNF8OUtIc3x3/J4ueHJh4OmNYN+yEBvBYnK3B&#10;YQWdu1/MqQp2XY25oWa88u9ZV9k9AY/iVJWAR28BbeHmqOLQWeuuKQfL4+eJJEZ6W8t769TtQ6fL&#10;ZeSldXGESwYFUJr4CZ6ZPWDIyjvoZBow8dldNY/zgMwC2FVs8p6fqqzZfXFnF/yo29qEVYlTQ4xs&#10;YnJaFy7xDSYy6yrulmPt7IdvVcEKrOqfiw2u+sONV+IqoovXQqkjUpyasW1g0SOjOLZ0lVHSM1Zx&#10;LOk5zCMHl9zUw8i8L+um4/p7JH14UFXeCHqlAdFupgJxURJLE7E3flMSnvidivgNK1Nx/yO7tJG+&#10;c/rTLZVvfgMAAP//AwBQSwMEFAAGAAgAAAAhADUDcKDjAAAADQEAAA8AAABkcnMvZG93bnJldi54&#10;bWxMj8tqwzAQRfeF/oOYQneJZGO7iWs5lEBooWSRNJQsFWvqRy3JWEri/n0nq3Z3hrncOVOsJtOz&#10;C46+dVZCNBfA0FZOt7aWcPjYzBbAfFBWq95ZlPCDHlbl/V2hcu2udoeXfagZlVifKwlNCEPOua8a&#10;NMrP3YCWdl9uNCrQONZcj+pK5abnsRAZN6q1dKFRA64brL73ZyMh7d6P8avAz+3b03aTrocucodO&#10;yseH6eUZWMAp/IXhpk/qUJLTyZ2t9qyXMEuylKIE0ZLglkgWSQzsRJSJOAZeFvz/F+UvAAAA//8D&#10;AFBLAQItABQABgAIAAAAIQC2gziS/gAAAOEBAAATAAAAAAAAAAAAAAAAAAAAAABbQ29udGVudF9U&#10;eXBlc10ueG1sUEsBAi0AFAAGAAgAAAAhADj9If/WAAAAlAEAAAsAAAAAAAAAAAAAAAAALwEAAF9y&#10;ZWxzLy5yZWxzUEsBAi0AFAAGAAgAAAAhAK+XB9TzCQAA7VIAAA4AAAAAAAAAAAAAAAAALgIAAGRy&#10;cy9lMm9Eb2MueG1sUEsBAi0AFAAGAAgAAAAhADUDcKDjAAAADQEAAA8AAAAAAAAAAAAAAAAATQwA&#10;AGRycy9kb3ducmV2LnhtbFBLBQYAAAAABAAEAPMAAABdDQAAAAA=&#10;">
              <v:shape id="Forme libre 9" o:spid="_x0000_s1027" style="position:absolute;left:2819;width:78514;height:20191;visibility:visible;mso-wrap-style:square;v-text-anchor:middle" coordsize="5350933,138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Ll4wQAAANsAAAAPAAAAZHJzL2Rvd25yZXYueG1sRI9Bi8Iw&#10;EIXvgv8hjOBNUz2IVKOouKCwLqzV+5CMbbGZlCSr9d9vhIW9zfDe++bNct3ZRjzIh9qxgsk4A0Gs&#10;nam5VHApPkZzECEiG2wck4IXBViv+r0l5sY9+Zse51iKBOGQo4IqxjaXMuiKLIaxa4mTdnPeYkyr&#10;L6Xx+Exw28hpls2kxZrThQpb2lWk7+cfmygnlNfm82uvi0JPPG6Pp5lplRoOus0CRKQu/pv/0geT&#10;6k/h/UsaQK5+AQAA//8DAFBLAQItABQABgAIAAAAIQDb4fbL7gAAAIUBAAATAAAAAAAAAAAAAAAA&#10;AAAAAABbQ29udGVudF9UeXBlc10ueG1sUEsBAi0AFAAGAAgAAAAhAFr0LFu/AAAAFQEAAAsAAAAA&#10;AAAAAAAAAAAAHwEAAF9yZWxzLy5yZWxzUEsBAi0AFAAGAAgAAAAhAARMuXjBAAAA2wAAAA8AAAAA&#10;AAAAAAAAAAAABwIAAGRycy9kb3ducmV2LnhtbFBLBQYAAAAAAwADALcAAAD1AgAAAAA=&#10;" path="m5640,5640r5339927,l5345567,1384014r-5339927,l5640,5640xe" fillcolor="#2f3342 [3206]" strokecolor="#bc0930" strokeweight=".235mm">
                <v:stroke joinstyle="miter"/>
                <v:path arrowok="t" o:connecttype="custom" o:connectlocs="8276,8202;7843517,8202;7843517,2012598;8276,2012598" o:connectangles="0,0,0,0"/>
              </v:shape>
              <v:shape id="Forme libre 10" o:spid="_x0000_s1028" style="position:absolute;left:15544;top:5638;width:81623;height:87535;visibility:visible;mso-wrap-style:square;v-text-anchor:middle" coordsize="5339927,601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iJdwAAAANsAAAAPAAAAZHJzL2Rvd25yZXYueG1sRE9Ni8Iw&#10;EL0L/ocwgrc1reuuUo2iK8KCp1Uv3oZmbKvNJDRR6783C4K3ebzPmS1aU4sbNb6yrCAdJCCIc6sr&#10;LhQc9puPCQgfkDXWlknBgzws5t3ODDNt7/xHt10oRAxhn6GCMgSXSenzkgz6gXXEkTvZxmCIsCmk&#10;bvAew00th0nyLQ1WHBtKdPRTUn7ZXY2CoV/RIz2eV6lOxpP16Mtt87VTqt9rl1MQgdrwFr/cvzrO&#10;/4T/X+IBcv4EAAD//wMAUEsBAi0AFAAGAAgAAAAhANvh9svuAAAAhQEAABMAAAAAAAAAAAAAAAAA&#10;AAAAAFtDb250ZW50X1R5cGVzXS54bWxQSwECLQAUAAYACAAAACEAWvQsW78AAAAVAQAACwAAAAAA&#10;AAAAAAAAAAAfAQAAX3JlbHMvLnJlbHNQSwECLQAUAAYACAAAACEAj8oiXcAAAADbAAAADwAAAAAA&#10;AAAAAAAAAAAHAgAAZHJzL2Rvd25yZXYueG1sUEsFBgAAAAADAAMAtwAAAPQCAAAAAA==&#10;" path="m5339927,915247r-1551940,c3787987,915247,3374067,956949,3327400,435187r,41702c3327400,236435,3132667,,2892213,l238760,c150707,,68580,26247,,71120l,6018954r5339927,l5339927,915247xe" fillcolor="#e7e6e6 [3214]" strokecolor="white [3212]">
                <v:stroke joinstyle="miter"/>
                <v:shadow on="t" color="black" opacity="26214f" origin="-.5" offset="3pt,0"/>
                <v:path arrowok="t" o:connecttype="custom" o:connectlocs="8162290,1331060;5790088,1331060;5086063,632900;5086063,693548;4420862,0;364954,0;0,103431;0,8753475;8162290,8753475;8162290,1331060" o:connectangles="0,0,0,0,0,0,0,0,0,0"/>
              </v:shape>
              <v:shape id="Forme libre 19" o:spid="_x0000_s1029" style="position:absolute;left:7467;top:5638;width:81623;height:87535;visibility:visible;mso-wrap-style:square;v-text-anchor:middle" coordsize="5339927,601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PopwQAAANsAAAAPAAAAZHJzL2Rvd25yZXYueG1sRE9Na4NA&#10;EL0X8h+WCeRW19g2BOMmhIJQ6Km2l94Gd6ISd1Z2V2P99dlCobd5vM8pTrPpxUTOd5YVbJMUBHFt&#10;dceNgq/P8nEPwgdkjb1lUvBDHk7H1UOBubY3/qCpCo2IIexzVNCGMORS+rolgz6xA3HkLtYZDBG6&#10;RmqHtxhuepml6U4a7Dg2tDjQa0v1tRqNApqW76V00/v5adZZNrqlGV8WpTbr+XwAEWgO/+I/95uO&#10;85/h95d4gDzeAQAA//8DAFBLAQItABQABgAIAAAAIQDb4fbL7gAAAIUBAAATAAAAAAAAAAAAAAAA&#10;AAAAAABbQ29udGVudF9UeXBlc10ueG1sUEsBAi0AFAAGAAgAAAAhAFr0LFu/AAAAFQEAAAsAAAAA&#10;AAAAAAAAAAAAHwEAAF9yZWxzLy5yZWxzUEsBAi0AFAAGAAgAAAAhAHN0+inBAAAA2wAAAA8AAAAA&#10;AAAAAAAAAAAABwIAAGRycy9kb3ducmV2LnhtbFBLBQYAAAAAAwADALcAAAD1AgAAAAA=&#10;" path="m5339927,915247r-1551940,c3787987,915247,3374067,956949,3327400,435187r,41702c3327400,236435,3132667,,2892213,l238760,c150707,,68580,26247,,71120l,6018954r5339927,l5339927,915247xe" fillcolor="#bc0930" strokecolor="#bc0930">
                <v:stroke joinstyle="miter"/>
                <v:shadow on="t" color="black" opacity="26214f" origin="-.5" offset="3pt,0"/>
                <v:path arrowok="t" o:connecttype="custom" o:connectlocs="8162290,1331060;5790088,1331060;5086063,632900;5086063,693548;4420862,0;364954,0;0,103431;0,8753475;8162290,8753475;8162290,1331060" o:connectangles="0,0,0,0,0,0,0,0,0,0"/>
              </v:shape>
              <v:shape id="Forme libre 20" o:spid="_x0000_s1030" style="position:absolute;left:2971;top:93268;width:78394;height:9715;visibility:visible;mso-wrap-style:square;v-text-anchor:middle" coordsize="5342466,1041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WihwAAAANsAAAAPAAAAZHJzL2Rvd25yZXYueG1sRE9Li8Iw&#10;EL4v+B/CCF4WTRUsWo0ihQXZk6+Lt6EZm2IzKU22dvfXbwTB23x8z1lve1uLjlpfOVYwnSQgiAun&#10;Ky4VXM5f4wUIH5A11o5JwS952G4GH2vMtHvwkbpTKEUMYZ+hAhNCk0npC0MW/cQ1xJG7udZiiLAt&#10;pW7xEcNtLWdJkkqLFccGgw3lhor76ccquNWp7773/d+yuLrPNBxyYy+5UqNhv1uBCNSHt/jl3us4&#10;fw7PX+IBcvMPAAD//wMAUEsBAi0AFAAGAAgAAAAhANvh9svuAAAAhQEAABMAAAAAAAAAAAAAAAAA&#10;AAAAAFtDb250ZW50X1R5cGVzXS54bWxQSwECLQAUAAYACAAAACEAWvQsW78AAAAVAQAACwAAAAAA&#10;AAAAAAAAAAAfAQAAX3JlbHMvLnJlbHNQSwECLQAUAAYACAAAACEAxnloocAAAADbAAAADwAAAAAA&#10;AAAAAAAAAAAHAgAAZHJzL2Rvd25yZXYueG1sUEsFBgAAAAADAAMAtwAAAPQCAAAAAA==&#10;" path="m5640,5640r5334000,l5339640,1036880r-5334000,l5640,5640xe" fillcolor="#2f3342 [3206]" strokecolor="#bc0930" strokeweight=".235mm">
                <v:stroke joinstyle="miter"/>
                <v:path arrowok="t" o:connecttype="custom" o:connectlocs="8276,5261;7835173,5261;7835173,967271;8276,967271" o:connectangles="0,0,0,0"/>
              </v:shape>
              <v:shape id="Forme libre 21" o:spid="_x0000_s1031" style="position:absolute;top:5638;width:81622;height:87535;visibility:visible;mso-wrap-style:square;v-text-anchor:middle" coordsize="5339927,601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FHiwgAAANsAAAAPAAAAZHJzL2Rvd25yZXYueG1sRE9LawIx&#10;EL4X/A9hhN5qVqEiW6O4Wh+nUm176G3YTDdLN5MlSdf13xuh4G0+vufMl71tREc+1I4VjEcZCOLS&#10;6ZorBZ8f26cZiBCRNTaOScGFAiwXg4c55tqd+UjdKVYihXDIUYGJsc2lDKUhi2HkWuLE/ThvMSbo&#10;K6k9nlO4beQky6bSYs2pwWBLa0Pl7+nPKqB335mv3WpbFG/dcT97/S7c5lmpx2G/egERqY938b/7&#10;oNP8Kdx+SQfIxRUAAP//AwBQSwECLQAUAAYACAAAACEA2+H2y+4AAACFAQAAEwAAAAAAAAAAAAAA&#10;AAAAAAAAW0NvbnRlbnRfVHlwZXNdLnhtbFBLAQItABQABgAIAAAAIQBa9CxbvwAAABUBAAALAAAA&#10;AAAAAAAAAAAAAB8BAABfcmVscy8ucmVsc1BLAQItABQABgAIAAAAIQBfDFHiwgAAANsAAAAPAAAA&#10;AAAAAAAAAAAAAAcCAABkcnMvZG93bnJldi54bWxQSwUGAAAAAAMAAwC3AAAA9gIAAAAA&#10;" path="m5339927,915247r-1551940,c3787987,915247,3374067,956949,3327400,435187r,41702c3327400,236435,3132667,,2892213,l238760,c150707,,68580,26247,,71120l,6018954r5339927,l5339927,915247xe" stroked="f">
                <v:stroke joinstyle="miter"/>
                <v:shadow on="t" color="black" opacity="26214f" origin="-.5" offset="3pt,0"/>
                <v:path arrowok="t" o:connecttype="custom" o:connectlocs="8162290,1331060;5790088,1331060;5086063,632900;5086063,693548;4420862,0;364954,0;0,103431;0,8753475;8162290,8753475;8162290,1331060" o:connectangles="0,0,0,0,0,0,0,0,0,0"/>
              </v:shape>
              <v:line id="Connecteur droit 22" o:spid="_x0000_s1032" style="position:absolute;visibility:visible;mso-wrap-style:square" from="7620,8382" to="7620,91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m5KvwAAANsAAAAPAAAAZHJzL2Rvd25yZXYueG1sRE/NisIw&#10;EL4v7DuEEbxtUz2oVFMpsoI3UfsAQzM2pc2kNtF2336zsOBtPr7f2e0n24kXDb5xrGCRpCCIK6cb&#10;rhWUt+PXBoQPyBo7x6Tghzzs88+PHWbajXyh1zXUIoawz1CBCaHPpPSVIYs+cT1x5O5usBgiHGqp&#10;BxxjuO3kMk1X0mLDscFgTwdDVXt9WgVnWVbfRXe/laaoN4/Lyo/twis1n03FFkSgKbzF/+6TjvPX&#10;8PdLPEDmvwAAAP//AwBQSwECLQAUAAYACAAAACEA2+H2y+4AAACFAQAAEwAAAAAAAAAAAAAAAAAA&#10;AAAAW0NvbnRlbnRfVHlwZXNdLnhtbFBLAQItABQABgAIAAAAIQBa9CxbvwAAABUBAAALAAAAAAAA&#10;AAAAAAAAAB8BAABfcmVscy8ucmVsc1BLAQItABQABgAIAAAAIQCIWm5KvwAAANsAAAAPAAAAAAAA&#10;AAAAAAAAAAcCAABkcnMvZG93bnJldi54bWxQSwUGAAAAAAMAAwC3AAAA8wIAAAAA&#10;" strokecolor="#bc0930" strokeweight="3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ACD69" w14:textId="77777777" w:rsidR="00002443" w:rsidRDefault="000024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0AA46675"/>
    <w:multiLevelType w:val="hybridMultilevel"/>
    <w:tmpl w:val="46EC1F46"/>
    <w:lvl w:ilvl="0" w:tplc="26828D68">
      <w:numFmt w:val="bullet"/>
      <w:lvlText w:val="-"/>
      <w:lvlJc w:val="left"/>
      <w:pPr>
        <w:ind w:left="720" w:hanging="360"/>
      </w:pPr>
      <w:rPr>
        <w:rFonts w:ascii="Franklin Gothic Book" w:eastAsiaTheme="minorEastAsia" w:hAnsi="Franklin Gothic Book" w:cs="Tahoma" w:hint="default"/>
        <w:color w:val="3B3838" w:themeColor="background2" w:themeShade="4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0319A"/>
    <w:multiLevelType w:val="hybridMultilevel"/>
    <w:tmpl w:val="608663EA"/>
    <w:lvl w:ilvl="0" w:tplc="2D162F14">
      <w:numFmt w:val="bullet"/>
      <w:lvlText w:val="-"/>
      <w:lvlJc w:val="left"/>
      <w:pPr>
        <w:ind w:left="720" w:hanging="360"/>
      </w:pPr>
      <w:rPr>
        <w:rFonts w:ascii="Franklin Gothic Book" w:eastAsiaTheme="minorEastAsia" w:hAnsi="Franklin Gothic Book" w:cs="Tahoma" w:hint="default"/>
        <w:color w:val="0D0D0D" w:themeColor="text1" w:themeTint="F2"/>
        <w:sz w:val="28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1068A"/>
    <w:multiLevelType w:val="hybridMultilevel"/>
    <w:tmpl w:val="3502DEF8"/>
    <w:lvl w:ilvl="0" w:tplc="6458F0EC">
      <w:numFmt w:val="bullet"/>
      <w:lvlText w:val="-"/>
      <w:lvlJc w:val="left"/>
      <w:pPr>
        <w:ind w:left="420" w:hanging="360"/>
      </w:pPr>
      <w:rPr>
        <w:rFonts w:ascii="Franklin Gothic Book" w:eastAsiaTheme="minorEastAsia" w:hAnsi="Franklin Gothic Book" w:cs="Tahoma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CA95284"/>
    <w:multiLevelType w:val="hybridMultilevel"/>
    <w:tmpl w:val="8DB4B09E"/>
    <w:lvl w:ilvl="0" w:tplc="45B4A1B2">
      <w:start w:val="1"/>
      <w:numFmt w:val="bullet"/>
      <w:pStyle w:val="Listepuc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638635">
    <w:abstractNumId w:val="0"/>
  </w:num>
  <w:num w:numId="2" w16cid:durableId="1364551634">
    <w:abstractNumId w:val="3"/>
  </w:num>
  <w:num w:numId="3" w16cid:durableId="1905603217">
    <w:abstractNumId w:val="5"/>
  </w:num>
  <w:num w:numId="4" w16cid:durableId="2114283510">
    <w:abstractNumId w:val="2"/>
  </w:num>
  <w:num w:numId="5" w16cid:durableId="1265723479">
    <w:abstractNumId w:val="1"/>
  </w:num>
  <w:num w:numId="6" w16cid:durableId="9242637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9B2"/>
    <w:rsid w:val="000021B5"/>
    <w:rsid w:val="00002443"/>
    <w:rsid w:val="000039B2"/>
    <w:rsid w:val="00010168"/>
    <w:rsid w:val="0001495E"/>
    <w:rsid w:val="0001626D"/>
    <w:rsid w:val="00035454"/>
    <w:rsid w:val="000A26D5"/>
    <w:rsid w:val="000A277B"/>
    <w:rsid w:val="000C4DD2"/>
    <w:rsid w:val="000D2C4E"/>
    <w:rsid w:val="00100368"/>
    <w:rsid w:val="00134E81"/>
    <w:rsid w:val="001C2023"/>
    <w:rsid w:val="001C2442"/>
    <w:rsid w:val="001E5CCE"/>
    <w:rsid w:val="00225606"/>
    <w:rsid w:val="00227B2B"/>
    <w:rsid w:val="0023028D"/>
    <w:rsid w:val="00234F13"/>
    <w:rsid w:val="00255451"/>
    <w:rsid w:val="002A403A"/>
    <w:rsid w:val="002C52BF"/>
    <w:rsid w:val="002C7CA5"/>
    <w:rsid w:val="002E0B9C"/>
    <w:rsid w:val="002E6287"/>
    <w:rsid w:val="002F677E"/>
    <w:rsid w:val="00302251"/>
    <w:rsid w:val="00303AE1"/>
    <w:rsid w:val="00344E18"/>
    <w:rsid w:val="00392540"/>
    <w:rsid w:val="003949BD"/>
    <w:rsid w:val="00475458"/>
    <w:rsid w:val="00490FD3"/>
    <w:rsid w:val="004A2F9B"/>
    <w:rsid w:val="004D54CD"/>
    <w:rsid w:val="004D61A7"/>
    <w:rsid w:val="00524B92"/>
    <w:rsid w:val="0053525E"/>
    <w:rsid w:val="00560F76"/>
    <w:rsid w:val="00565998"/>
    <w:rsid w:val="00570129"/>
    <w:rsid w:val="00573A23"/>
    <w:rsid w:val="00583AB1"/>
    <w:rsid w:val="00591FFE"/>
    <w:rsid w:val="0059361A"/>
    <w:rsid w:val="005B3DA9"/>
    <w:rsid w:val="005B5ECF"/>
    <w:rsid w:val="005F1DA7"/>
    <w:rsid w:val="006048B1"/>
    <w:rsid w:val="006475AF"/>
    <w:rsid w:val="00684629"/>
    <w:rsid w:val="006A748A"/>
    <w:rsid w:val="006A7D1E"/>
    <w:rsid w:val="006B7784"/>
    <w:rsid w:val="006E381E"/>
    <w:rsid w:val="006F16F0"/>
    <w:rsid w:val="00746FD1"/>
    <w:rsid w:val="007520BE"/>
    <w:rsid w:val="00761CCB"/>
    <w:rsid w:val="007A741C"/>
    <w:rsid w:val="007B758A"/>
    <w:rsid w:val="007C11BD"/>
    <w:rsid w:val="007F69EF"/>
    <w:rsid w:val="00805CF7"/>
    <w:rsid w:val="0084454C"/>
    <w:rsid w:val="008636AF"/>
    <w:rsid w:val="00872A8C"/>
    <w:rsid w:val="0089099F"/>
    <w:rsid w:val="00950A5A"/>
    <w:rsid w:val="009A44FD"/>
    <w:rsid w:val="009E0D04"/>
    <w:rsid w:val="009E1E3A"/>
    <w:rsid w:val="009F50B6"/>
    <w:rsid w:val="00A36CDC"/>
    <w:rsid w:val="00A43720"/>
    <w:rsid w:val="00A448C1"/>
    <w:rsid w:val="00A51477"/>
    <w:rsid w:val="00A65BBA"/>
    <w:rsid w:val="00A74255"/>
    <w:rsid w:val="00A838A4"/>
    <w:rsid w:val="00AA7AA0"/>
    <w:rsid w:val="00AB1518"/>
    <w:rsid w:val="00AB3E85"/>
    <w:rsid w:val="00AB4981"/>
    <w:rsid w:val="00AC7F56"/>
    <w:rsid w:val="00AD20E5"/>
    <w:rsid w:val="00AE1290"/>
    <w:rsid w:val="00AF1294"/>
    <w:rsid w:val="00B02746"/>
    <w:rsid w:val="00B43495"/>
    <w:rsid w:val="00B6306C"/>
    <w:rsid w:val="00B70211"/>
    <w:rsid w:val="00B7047D"/>
    <w:rsid w:val="00BB79C9"/>
    <w:rsid w:val="00BC6499"/>
    <w:rsid w:val="00BF5D78"/>
    <w:rsid w:val="00C61A3B"/>
    <w:rsid w:val="00C62D9C"/>
    <w:rsid w:val="00C90D19"/>
    <w:rsid w:val="00C93080"/>
    <w:rsid w:val="00CA6B4F"/>
    <w:rsid w:val="00CE5510"/>
    <w:rsid w:val="00D13B6C"/>
    <w:rsid w:val="00D159D3"/>
    <w:rsid w:val="00D40284"/>
    <w:rsid w:val="00D41682"/>
    <w:rsid w:val="00D7243C"/>
    <w:rsid w:val="00DA370D"/>
    <w:rsid w:val="00DA4A43"/>
    <w:rsid w:val="00DA5BEB"/>
    <w:rsid w:val="00DB1847"/>
    <w:rsid w:val="00DB2AA8"/>
    <w:rsid w:val="00DB2F0F"/>
    <w:rsid w:val="00DC66C5"/>
    <w:rsid w:val="00DE0A66"/>
    <w:rsid w:val="00DE395C"/>
    <w:rsid w:val="00DF3A80"/>
    <w:rsid w:val="00E2411A"/>
    <w:rsid w:val="00E37225"/>
    <w:rsid w:val="00E466A9"/>
    <w:rsid w:val="00E51439"/>
    <w:rsid w:val="00E51580"/>
    <w:rsid w:val="00E62867"/>
    <w:rsid w:val="00EB1E00"/>
    <w:rsid w:val="00EB634E"/>
    <w:rsid w:val="00EC30EA"/>
    <w:rsid w:val="00EF36A5"/>
    <w:rsid w:val="00F251BD"/>
    <w:rsid w:val="00F4507B"/>
    <w:rsid w:val="00F621D0"/>
    <w:rsid w:val="00F6767E"/>
    <w:rsid w:val="00F702C4"/>
    <w:rsid w:val="00F72026"/>
    <w:rsid w:val="00F77A1C"/>
    <w:rsid w:val="00FC2580"/>
    <w:rsid w:val="00FD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7451EEC"/>
  <w15:docId w15:val="{2D8740D5-3EB5-4F9F-9900-819B712A5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fr-FR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Titre1">
    <w:name w:val="heading 1"/>
    <w:basedOn w:val="Normal"/>
    <w:next w:val="Normal"/>
    <w:link w:val="Titre1C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C0F400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reCar">
    <w:name w:val="Titre Car"/>
    <w:basedOn w:val="Policepardfaut"/>
    <w:link w:val="Titr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En-ttedeligne">
    <w:name w:val="En-tête de ligne"/>
    <w:basedOn w:val="Normal"/>
    <w:uiPriority w:val="5"/>
    <w:semiHidden/>
    <w:qFormat/>
    <w:rPr>
      <w:b/>
      <w:bCs/>
    </w:rPr>
  </w:style>
  <w:style w:type="table" w:styleId="Grilledutableau">
    <w:name w:val="Table Grid"/>
    <w:basedOn w:val="Tableau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uformulaire">
    <w:name w:val="Titre du formulaire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extedetableau">
    <w:name w:val="Texte de tableau"/>
    <w:basedOn w:val="Normal"/>
    <w:uiPriority w:val="3"/>
    <w:semiHidden/>
    <w:qFormat/>
    <w:pPr>
      <w:spacing w:after="320"/>
    </w:pPr>
  </w:style>
  <w:style w:type="character" w:customStyle="1" w:styleId="Titre1Car">
    <w:name w:val="Titre 1 Car"/>
    <w:basedOn w:val="Policepardfaut"/>
    <w:link w:val="Titre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enumros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Titre2Car">
    <w:name w:val="Titre 2 Car"/>
    <w:basedOn w:val="Policepardfaut"/>
    <w:link w:val="Titre2"/>
    <w:uiPriority w:val="6"/>
    <w:semiHidden/>
    <w:rsid w:val="00DE395C"/>
    <w:rPr>
      <w:rFonts w:asciiTheme="majorHAnsi" w:eastAsiaTheme="majorEastAsia" w:hAnsiTheme="majorHAnsi" w:cstheme="majorBidi"/>
      <w:color w:val="C0F400" w:themeColor="accent1"/>
      <w:sz w:val="24"/>
      <w:szCs w:val="20"/>
    </w:rPr>
  </w:style>
  <w:style w:type="paragraph" w:styleId="Pieddepage">
    <w:name w:val="footer"/>
    <w:basedOn w:val="Normal"/>
    <w:link w:val="PieddepageCar"/>
    <w:uiPriority w:val="99"/>
    <w:semiHidden/>
    <w:qFormat/>
    <w:pPr>
      <w:spacing w:after="0" w:line="240" w:lineRule="auto"/>
      <w:jc w:val="right"/>
    </w:pPr>
    <w:rPr>
      <w:color w:val="C0F400" w:themeColor="accent1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DE395C"/>
    <w:rPr>
      <w:color w:val="C0F400" w:themeColor="accent1"/>
      <w:sz w:val="24"/>
      <w:szCs w:val="20"/>
    </w:rPr>
  </w:style>
  <w:style w:type="paragraph" w:styleId="NormalWeb">
    <w:name w:val="Normal (Web)"/>
    <w:basedOn w:val="Normal"/>
    <w:uiPriority w:val="99"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epuces">
    <w:name w:val="List Bullet"/>
    <w:basedOn w:val="Normal"/>
    <w:uiPriority w:val="10"/>
    <w:qFormat/>
    <w:rsid w:val="00CA6B4F"/>
    <w:pPr>
      <w:numPr>
        <w:numId w:val="3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En-tte">
    <w:name w:val="header"/>
    <w:basedOn w:val="Normal"/>
    <w:link w:val="En-tteC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E395C"/>
    <w:rPr>
      <w:sz w:val="24"/>
      <w:szCs w:val="20"/>
    </w:rPr>
  </w:style>
  <w:style w:type="paragraph" w:customStyle="1" w:styleId="Dtails">
    <w:name w:val="Dé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Textedelespacerserv">
    <w:name w:val="Placeholder Text"/>
    <w:basedOn w:val="Policepardfaut"/>
    <w:uiPriority w:val="99"/>
    <w:semiHidden/>
    <w:rsid w:val="00AB4981"/>
    <w:rPr>
      <w:color w:val="808080"/>
    </w:rPr>
  </w:style>
  <w:style w:type="paragraph" w:styleId="Paragraphedeliste">
    <w:name w:val="List Paragraph"/>
    <w:basedOn w:val="Normal"/>
    <w:uiPriority w:val="34"/>
    <w:qFormat/>
    <w:rsid w:val="000039B2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039B2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4A2F9B"/>
    <w:rPr>
      <w:b/>
      <w:bCs/>
    </w:rPr>
  </w:style>
  <w:style w:type="character" w:customStyle="1" w:styleId="apple-converted-space">
    <w:name w:val="apple-converted-space"/>
    <w:basedOn w:val="Policepardfaut"/>
    <w:rsid w:val="00684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2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3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88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gue\AppData\Roaming\Microsoft\Templates\Proc&#232;s-verbal%20de%20r&#233;union%20p&#233;dagogiqu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156162-F024-425E-8570-15CC98AB7187}"/>
      </w:docPartPr>
      <w:docPartBody>
        <w:p w:rsidR="008C78E3" w:rsidRDefault="00667289">
          <w:r w:rsidRPr="004671E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B0000DEF38847F690D20867D164C7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CBB2E8-3BD1-4020-ADE7-C03B07A49BC0}"/>
      </w:docPartPr>
      <w:docPartBody>
        <w:p w:rsidR="001B426F" w:rsidRDefault="008C78E3" w:rsidP="008C78E3">
          <w:pPr>
            <w:pStyle w:val="5B0000DEF38847F690D20867D164C797"/>
          </w:pPr>
          <w:r w:rsidRPr="009F50B6">
            <w:rPr>
              <w:rStyle w:val="Textedelespacerserv"/>
              <w:sz w:val="44"/>
              <w:szCs w:val="16"/>
            </w:rPr>
            <w:t>nom de l’événement</w:t>
          </w:r>
        </w:p>
      </w:docPartBody>
    </w:docPart>
    <w:docPart>
      <w:docPartPr>
        <w:name w:val="3F1EC5D892B84CB490DBA9E51256C1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83D828-DEE2-4352-B7D3-7CA0051E362B}"/>
      </w:docPartPr>
      <w:docPartBody>
        <w:p w:rsidR="001B426F" w:rsidRDefault="008C78E3" w:rsidP="008C78E3">
          <w:pPr>
            <w:pStyle w:val="3F1EC5D892B84CB490DBA9E51256C17D"/>
          </w:pPr>
          <w:r>
            <w:rPr>
              <w:rFonts w:cs="Tahoma"/>
              <w:szCs w:val="24"/>
              <w:lang w:eastAsia="fr-FR"/>
            </w:rPr>
            <w:t>Informations diverses sur le lieu d’hébergement : adresse, contacts téléphoniques …</w:t>
          </w:r>
        </w:p>
      </w:docPartBody>
    </w:docPart>
    <w:docPart>
      <w:docPartPr>
        <w:name w:val="5689D44AB2B347BAB5C3904E953E85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56FD27-D330-4A3C-806C-E0B4E329C6D9}"/>
      </w:docPartPr>
      <w:docPartBody>
        <w:p w:rsidR="001B426F" w:rsidRDefault="008C78E3" w:rsidP="008C78E3">
          <w:pPr>
            <w:pStyle w:val="5689D44AB2B347BAB5C3904E953E85B8"/>
          </w:pPr>
          <w:r>
            <w:rPr>
              <w:rFonts w:cs="Tahoma"/>
              <w:szCs w:val="24"/>
              <w:lang w:eastAsia="fr-FR"/>
            </w:rPr>
            <w:t>Informations diverses sur l’événement : planning / observations ….</w:t>
          </w:r>
        </w:p>
      </w:docPartBody>
    </w:docPart>
    <w:docPart>
      <w:docPartPr>
        <w:name w:val="67352D92CA4045E393AA8141D90F8D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418FBC-3B08-40B4-9D7E-50E3150FDE8E}"/>
      </w:docPartPr>
      <w:docPartBody>
        <w:p w:rsidR="00000000" w:rsidRDefault="007C4009" w:rsidP="007C4009">
          <w:pPr>
            <w:pStyle w:val="67352D92CA4045E393AA8141D90F8DC1"/>
          </w:pPr>
          <w:r w:rsidRPr="009F50B6">
            <w:rPr>
              <w:rStyle w:val="Textedelespacerserv"/>
              <w:sz w:val="44"/>
              <w:szCs w:val="16"/>
            </w:rPr>
            <w:t>nom de l’événement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altName w:val="HGGothicE"/>
    <w:charset w:val="80"/>
    <w:family w:val="modern"/>
    <w:pitch w:val="fixed"/>
    <w:sig w:usb0="E00002FF" w:usb1="2AC7EDFE" w:usb2="00000012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epuc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0545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0EC"/>
    <w:rsid w:val="00032E1B"/>
    <w:rsid w:val="000A26D5"/>
    <w:rsid w:val="00105E68"/>
    <w:rsid w:val="00147245"/>
    <w:rsid w:val="001B426F"/>
    <w:rsid w:val="002C2496"/>
    <w:rsid w:val="00316D88"/>
    <w:rsid w:val="0033559A"/>
    <w:rsid w:val="00352B48"/>
    <w:rsid w:val="00412D4D"/>
    <w:rsid w:val="00467EA9"/>
    <w:rsid w:val="004E677B"/>
    <w:rsid w:val="00522564"/>
    <w:rsid w:val="0052748C"/>
    <w:rsid w:val="00565998"/>
    <w:rsid w:val="006355BD"/>
    <w:rsid w:val="00667289"/>
    <w:rsid w:val="006E381E"/>
    <w:rsid w:val="00701972"/>
    <w:rsid w:val="007640EC"/>
    <w:rsid w:val="007C4009"/>
    <w:rsid w:val="007F4710"/>
    <w:rsid w:val="0085550F"/>
    <w:rsid w:val="00887BE0"/>
    <w:rsid w:val="008C78E3"/>
    <w:rsid w:val="00926DC5"/>
    <w:rsid w:val="00946E4D"/>
    <w:rsid w:val="0095776C"/>
    <w:rsid w:val="00A43748"/>
    <w:rsid w:val="00B75DC4"/>
    <w:rsid w:val="00BF2338"/>
    <w:rsid w:val="00C228E1"/>
    <w:rsid w:val="00C62D9C"/>
    <w:rsid w:val="00DC66C5"/>
    <w:rsid w:val="00E913BC"/>
    <w:rsid w:val="00EC578D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4"/>
    <w:qFormat/>
    <w:pPr>
      <w:keepNext/>
      <w:keepLines/>
      <w:spacing w:before="360" w:after="120" w:line="264" w:lineRule="auto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  <w:lang w:val="fr-FR"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val="fr-FR" w:eastAsia="ja-JP"/>
    </w:rPr>
  </w:style>
  <w:style w:type="character" w:customStyle="1" w:styleId="TitreCar">
    <w:name w:val="Titre Car"/>
    <w:basedOn w:val="Policepardfaut"/>
    <w:link w:val="Titre"/>
    <w:uiPriority w:val="6"/>
    <w:rPr>
      <w:rFonts w:asciiTheme="majorHAnsi" w:hAnsiTheme="majorHAnsi"/>
      <w:b/>
      <w:caps/>
      <w:sz w:val="52"/>
      <w:szCs w:val="20"/>
      <w:lang w:val="fr-FR" w:eastAsia="ja-JP"/>
    </w:rPr>
  </w:style>
  <w:style w:type="paragraph" w:styleId="Listepuces">
    <w:name w:val="List Bullet"/>
    <w:basedOn w:val="Normal"/>
    <w:uiPriority w:val="10"/>
    <w:qFormat/>
    <w:pPr>
      <w:numPr>
        <w:numId w:val="1"/>
      </w:numPr>
      <w:spacing w:before="100" w:after="100" w:line="240" w:lineRule="auto"/>
      <w:contextualSpacing/>
    </w:pPr>
    <w:rPr>
      <w:szCs w:val="21"/>
      <w:lang w:val="fr-FR" w:eastAsia="ja-JP"/>
    </w:rPr>
  </w:style>
  <w:style w:type="character" w:customStyle="1" w:styleId="Titre1Car">
    <w:name w:val="Titre 1 Car"/>
    <w:basedOn w:val="Policepardfaut"/>
    <w:link w:val="Titre1"/>
    <w:uiPriority w:val="4"/>
    <w:rPr>
      <w:rFonts w:asciiTheme="majorHAnsi" w:eastAsiaTheme="majorEastAsia" w:hAnsiTheme="majorHAnsi" w:cstheme="majorBidi"/>
      <w:color w:val="000000" w:themeColor="text1"/>
      <w:sz w:val="30"/>
      <w:szCs w:val="30"/>
      <w:lang w:val="fr-FR" w:eastAsia="ja-JP"/>
    </w:rPr>
  </w:style>
  <w:style w:type="character" w:styleId="Textedelespacerserv">
    <w:name w:val="Placeholder Text"/>
    <w:basedOn w:val="Policepardfaut"/>
    <w:uiPriority w:val="99"/>
    <w:semiHidden/>
    <w:rsid w:val="007C4009"/>
    <w:rPr>
      <w:color w:val="808080"/>
    </w:rPr>
  </w:style>
  <w:style w:type="paragraph" w:customStyle="1" w:styleId="5B0000DEF38847F690D20867D164C797">
    <w:name w:val="5B0000DEF38847F690D20867D164C797"/>
    <w:rsid w:val="008C78E3"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val="fr-FR" w:eastAsia="ja-JP"/>
    </w:rPr>
  </w:style>
  <w:style w:type="paragraph" w:customStyle="1" w:styleId="3F1EC5D892B84CB490DBA9E51256C17D">
    <w:name w:val="3F1EC5D892B84CB490DBA9E51256C17D"/>
    <w:rsid w:val="008C78E3"/>
    <w:pPr>
      <w:spacing w:after="120" w:line="264" w:lineRule="auto"/>
    </w:pPr>
    <w:rPr>
      <w:color w:val="0D0D0D" w:themeColor="text1" w:themeTint="F2"/>
      <w:sz w:val="24"/>
      <w:szCs w:val="20"/>
      <w:lang w:val="fr-FR" w:eastAsia="ja-JP"/>
    </w:rPr>
  </w:style>
  <w:style w:type="paragraph" w:customStyle="1" w:styleId="5689D44AB2B347BAB5C3904E953E85B8">
    <w:name w:val="5689D44AB2B347BAB5C3904E953E85B8"/>
    <w:rsid w:val="008C78E3"/>
    <w:pPr>
      <w:spacing w:after="120" w:line="264" w:lineRule="auto"/>
    </w:pPr>
    <w:rPr>
      <w:color w:val="0D0D0D" w:themeColor="text1" w:themeTint="F2"/>
      <w:sz w:val="24"/>
      <w:szCs w:val="20"/>
      <w:lang w:val="fr-FR" w:eastAsia="ja-JP"/>
    </w:rPr>
  </w:style>
  <w:style w:type="paragraph" w:customStyle="1" w:styleId="0B5251926AF040FC87B41690666AFFDC">
    <w:name w:val="0B5251926AF040FC87B41690666AFFDC"/>
    <w:rsid w:val="007C400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352D92CA4045E393AA8141D90F8DC1">
    <w:name w:val="67352D92CA4045E393AA8141D90F8DC1"/>
    <w:rsid w:val="007C400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0F400"/>
      </a:accent1>
      <a:accent2>
        <a:srgbClr val="05D74D"/>
      </a:accent2>
      <a:accent3>
        <a:srgbClr val="2F3342"/>
      </a:accent3>
      <a:accent4>
        <a:srgbClr val="038B30"/>
      </a:accent4>
      <a:accent5>
        <a:srgbClr val="05EE55"/>
      </a:accent5>
      <a:accent6>
        <a:srgbClr val="70AD47"/>
      </a:accent6>
      <a:hlink>
        <a:srgbClr val="05D74D"/>
      </a:hlink>
      <a:folHlink>
        <a:srgbClr val="C0F40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7CD860-5794-4071-AC81-C1DA91960A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B0720A5-A701-454D-9593-62981AB0C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DE14A6-B97C-2549-A39C-25A43DA2CC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472B24-5D78-4DEB-8725-EDF5FACF92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Procès-verbal de réunion pédagogique.dotx</Template>
  <TotalTime>6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5</vt:i4>
      </vt:variant>
    </vt:vector>
  </HeadingPairs>
  <TitlesOfParts>
    <vt:vector size="6" baseType="lpstr">
      <vt:lpstr/>
      <vt:lpstr>Date</vt:lpstr>
      <vt:lpstr>Samedi 15 et dimanche 16 mars 2025  </vt:lpstr>
      <vt:lpstr>En présence de</vt:lpstr>
      <vt:lpstr>Bassin </vt:lpstr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Granet</dc:creator>
  <cp:keywords/>
  <dc:description/>
  <cp:lastModifiedBy>Naveen Begni</cp:lastModifiedBy>
  <cp:revision>5</cp:revision>
  <dcterms:created xsi:type="dcterms:W3CDTF">2025-03-31T08:11:00Z</dcterms:created>
  <dcterms:modified xsi:type="dcterms:W3CDTF">2025-03-31T08:23:00Z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